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0BB45" w14:textId="3EC75715" w:rsidR="00413E5D" w:rsidRDefault="002E2B08" w:rsidP="00961FBA">
      <w:pPr>
        <w:pStyle w:val="Nadpis1"/>
        <w:spacing w:before="0"/>
        <w:rPr>
          <w:sz w:val="32"/>
          <w:szCs w:val="32"/>
        </w:rPr>
      </w:pPr>
      <w:r>
        <w:rPr>
          <w:sz w:val="32"/>
          <w:szCs w:val="32"/>
        </w:rPr>
        <w:t xml:space="preserve">Technické </w:t>
      </w:r>
      <w:r w:rsidR="00413E5D">
        <w:rPr>
          <w:sz w:val="32"/>
          <w:szCs w:val="32"/>
        </w:rPr>
        <w:t xml:space="preserve">požadavky </w:t>
      </w:r>
    </w:p>
    <w:p w14:paraId="5ACCFB5C" w14:textId="77777777" w:rsidR="00793050" w:rsidRPr="00793050" w:rsidRDefault="00793050" w:rsidP="00793050">
      <w:pPr>
        <w:pStyle w:val="Bezmezer"/>
      </w:pPr>
    </w:p>
    <w:p w14:paraId="38757FCF" w14:textId="77777777" w:rsidR="00413E5D" w:rsidRPr="0058667B" w:rsidRDefault="00413E5D" w:rsidP="00413E5D">
      <w:pPr>
        <w:pStyle w:val="Nadpis2"/>
        <w:spacing w:before="0"/>
        <w:rPr>
          <w:rFonts w:asciiTheme="minorHAnsi" w:hAnsiTheme="minorHAnsi"/>
        </w:rPr>
      </w:pPr>
      <w:r w:rsidRPr="0058667B">
        <w:rPr>
          <w:rFonts w:asciiTheme="minorHAnsi" w:hAnsiTheme="minorHAnsi"/>
        </w:rPr>
        <w:t>1. Požadavek</w:t>
      </w:r>
    </w:p>
    <w:p w14:paraId="53C91DF5" w14:textId="73F9C6E4" w:rsidR="00725111" w:rsidRPr="00793050" w:rsidRDefault="00413E5D" w:rsidP="00793050">
      <w:pPr>
        <w:pStyle w:val="Odstavecseseznamem"/>
        <w:numPr>
          <w:ilvl w:val="0"/>
          <w:numId w:val="11"/>
        </w:numPr>
        <w:ind w:left="720"/>
        <w:jc w:val="both"/>
      </w:pPr>
      <w:r w:rsidRPr="00793050">
        <w:t xml:space="preserve">Základním požadavkem akce: </w:t>
      </w:r>
      <w:r w:rsidR="00725111" w:rsidRPr="00793050">
        <w:rPr>
          <w:b/>
        </w:rPr>
        <w:t xml:space="preserve">SKLAD PHM S VÝDEJNÍM </w:t>
      </w:r>
      <w:r w:rsidR="00793050">
        <w:rPr>
          <w:b/>
        </w:rPr>
        <w:t>STOJANEM</w:t>
      </w:r>
      <w:r w:rsidR="00E55D97" w:rsidRPr="003D7F52">
        <w:rPr>
          <w:bCs/>
        </w:rPr>
        <w:t xml:space="preserve"> </w:t>
      </w:r>
      <w:r w:rsidR="000F41C7" w:rsidRPr="00793050">
        <w:t>je nákup</w:t>
      </w:r>
      <w:r w:rsidR="00725111" w:rsidRPr="00793050">
        <w:t xml:space="preserve"> a dodávka</w:t>
      </w:r>
      <w:r w:rsidR="000F41C7" w:rsidRPr="00793050">
        <w:t xml:space="preserve"> </w:t>
      </w:r>
      <w:r w:rsidR="00725111" w:rsidRPr="00793050">
        <w:t xml:space="preserve">stacionárního </w:t>
      </w:r>
      <w:r w:rsidR="002E2B08">
        <w:t>a</w:t>
      </w:r>
      <w:r w:rsidR="00725111" w:rsidRPr="00793050">
        <w:t xml:space="preserve"> přemístitelného kontejneru, plnícího funkci skladu PHM </w:t>
      </w:r>
      <w:r w:rsidR="00793050" w:rsidRPr="00793050">
        <w:t>a</w:t>
      </w:r>
      <w:r w:rsidR="00725111" w:rsidRPr="00793050">
        <w:t xml:space="preserve"> </w:t>
      </w:r>
      <w:r w:rsidR="00793050" w:rsidRPr="00793050">
        <w:t>samoobslužného</w:t>
      </w:r>
      <w:r w:rsidR="00725111" w:rsidRPr="00793050">
        <w:t xml:space="preserve"> výdejního místa</w:t>
      </w:r>
      <w:r w:rsidR="002E2B08">
        <w:t xml:space="preserve"> PHM</w:t>
      </w:r>
      <w:r w:rsidR="00725111" w:rsidRPr="00793050">
        <w:t xml:space="preserve"> pro zajištění provozuschopnosti </w:t>
      </w:r>
      <w:r w:rsidR="00793050" w:rsidRPr="00793050">
        <w:t xml:space="preserve">železniční infrastruktury </w:t>
      </w:r>
      <w:r w:rsidR="00793050" w:rsidRPr="00220CC9">
        <w:t xml:space="preserve">zadavatele a </w:t>
      </w:r>
      <w:r w:rsidR="00725111" w:rsidRPr="00220CC9">
        <w:t>speciálních hnacích vozidel (dále již jen SHV) a strojů</w:t>
      </w:r>
      <w:r w:rsidR="005A50EB" w:rsidRPr="00220CC9">
        <w:t xml:space="preserve"> provozovaných na středisku OTV Hulín zřízeného u Oblastního ředitelství Ostrava;</w:t>
      </w:r>
    </w:p>
    <w:p w14:paraId="26B0FA38" w14:textId="77777777" w:rsidR="00793050" w:rsidRPr="00793050" w:rsidRDefault="00793050" w:rsidP="00793050">
      <w:pPr>
        <w:pStyle w:val="Odstavecseseznamem"/>
        <w:numPr>
          <w:ilvl w:val="0"/>
          <w:numId w:val="11"/>
        </w:numPr>
        <w:ind w:left="720"/>
        <w:jc w:val="both"/>
      </w:pPr>
      <w:r w:rsidRPr="00793050">
        <w:t>Nabízené (dodávané) technologické zařízení požaduje zadavatel zakázky nové a nepoužité;</w:t>
      </w:r>
    </w:p>
    <w:p w14:paraId="704063BC" w14:textId="26F1A752" w:rsidR="00725111" w:rsidRPr="00793050" w:rsidRDefault="00725111" w:rsidP="00793050">
      <w:pPr>
        <w:pStyle w:val="Odstavecseseznamem"/>
        <w:numPr>
          <w:ilvl w:val="0"/>
          <w:numId w:val="11"/>
        </w:numPr>
        <w:ind w:left="720"/>
        <w:jc w:val="both"/>
      </w:pPr>
      <w:r w:rsidRPr="00793050">
        <w:t>Technologický celek skládající se z kontejneru, dvouplášťové nádrže na PHM, výdejního stojanu a navíjecího bubnu na výdejní hadici s automatickou pistolí, elektroinstalací a ostatním vybavením musí být na základě prohlášení o shodě výrobcem schválen jako výrobek plnící funkci stavby</w:t>
      </w:r>
      <w:r w:rsidR="004E0229">
        <w:t>;</w:t>
      </w:r>
    </w:p>
    <w:p w14:paraId="2DD5D4F4" w14:textId="3E2785B8" w:rsidR="00725111" w:rsidRPr="00793050" w:rsidRDefault="00725111" w:rsidP="00793050">
      <w:pPr>
        <w:pStyle w:val="Odstavecseseznamem"/>
        <w:numPr>
          <w:ilvl w:val="0"/>
          <w:numId w:val="11"/>
        </w:numPr>
        <w:ind w:left="720"/>
        <w:jc w:val="both"/>
      </w:pPr>
      <w:r w:rsidRPr="00856571">
        <w:t>Výrobek musí splňovat zákon č. 22/1997 Sb. o technických požadavcích na výrobky a o změně a doplnění některých záko</w:t>
      </w:r>
      <w:r w:rsidRPr="00793050">
        <w:t>nů, zákon č. 311/2006 Sb. o pohonných hmotách a čerpacích stanicích pohonných hmot a o změně některých souvisejících zákonů (zákon o pohonných hmotách), normu ČSN 65 0201 - Hořlavé kapaliny – Prostory pro výrobu, skladování a manipulaci a ČSN 65 0202 - Hořlavé kapaliny. Plnění a stáčení výdejní čerpací stanice</w:t>
      </w:r>
      <w:r w:rsidR="004E0229">
        <w:t>;</w:t>
      </w:r>
    </w:p>
    <w:p w14:paraId="6C1689C4" w14:textId="2535D40B" w:rsidR="00725111" w:rsidRPr="00793050" w:rsidRDefault="00725111" w:rsidP="00793050">
      <w:pPr>
        <w:pStyle w:val="Odstavecseseznamem"/>
        <w:numPr>
          <w:ilvl w:val="0"/>
          <w:numId w:val="11"/>
        </w:numPr>
        <w:ind w:left="720"/>
        <w:jc w:val="both"/>
      </w:pPr>
      <w:r w:rsidRPr="00793050">
        <w:t xml:space="preserve">Součástí cenové nabídky </w:t>
      </w:r>
      <w:r w:rsidR="003D7F52">
        <w:t>zadavatel</w:t>
      </w:r>
      <w:r w:rsidRPr="00793050">
        <w:t xml:space="preserve"> požaduje předložení technické dokumentace (technick</w:t>
      </w:r>
      <w:r w:rsidR="002E2B08">
        <w:t>ý</w:t>
      </w:r>
      <w:r w:rsidRPr="00793050">
        <w:t xml:space="preserve"> </w:t>
      </w:r>
      <w:r w:rsidR="002E2B08">
        <w:t>list</w:t>
      </w:r>
      <w:r w:rsidRPr="00793050">
        <w:t>, kter</w:t>
      </w:r>
      <w:r w:rsidR="002E2B08">
        <w:t>ý</w:t>
      </w:r>
      <w:r w:rsidRPr="00793050">
        <w:t xml:space="preserve"> bude obsahovat popis výrobků), výkres technologického celku, půdorys</w:t>
      </w:r>
      <w:r w:rsidR="002E2B08">
        <w:t xml:space="preserve"> a </w:t>
      </w:r>
      <w:proofErr w:type="gramStart"/>
      <w:r w:rsidR="002E2B08">
        <w:t xml:space="preserve">řez </w:t>
      </w:r>
      <w:r w:rsidRPr="00793050">
        <w:t xml:space="preserve"> kontejneru</w:t>
      </w:r>
      <w:proofErr w:type="gramEnd"/>
      <w:r w:rsidRPr="00793050">
        <w:t xml:space="preserve"> a schéma umístění technologie</w:t>
      </w:r>
      <w:r w:rsidR="004E0229">
        <w:t>;</w:t>
      </w:r>
    </w:p>
    <w:p w14:paraId="3A3B02F4" w14:textId="26A5ABDA" w:rsidR="00725111" w:rsidRPr="00725111" w:rsidRDefault="002E2B08" w:rsidP="00793050">
      <w:pPr>
        <w:pStyle w:val="Odstavecseseznamem"/>
        <w:numPr>
          <w:ilvl w:val="0"/>
          <w:numId w:val="11"/>
        </w:numPr>
        <w:ind w:left="720"/>
        <w:jc w:val="both"/>
      </w:pPr>
      <w:r w:rsidRPr="00793050">
        <w:t xml:space="preserve">Součástí cenové nabídky </w:t>
      </w:r>
      <w:r>
        <w:t>zadavatel</w:t>
      </w:r>
      <w:r w:rsidRPr="00793050">
        <w:t xml:space="preserve"> požaduje předložení</w:t>
      </w:r>
      <w:r w:rsidRPr="00793050">
        <w:t xml:space="preserve"> </w:t>
      </w:r>
      <w:bookmarkStart w:id="0" w:name="_Hlk139346527"/>
      <w:r w:rsidR="00725111" w:rsidRPr="00793050">
        <w:t xml:space="preserve">výkresu pro zhotovení základové konstrukce včetně specifikace požadovaného umístění uzemnění a požadovaného umístění </w:t>
      </w:r>
      <w:r w:rsidR="00725111" w:rsidRPr="00725111">
        <w:t>elektrické přípojky</w:t>
      </w:r>
      <w:bookmarkEnd w:id="0"/>
      <w:r w:rsidR="00725111" w:rsidRPr="00725111">
        <w:t>. Stavba základové konstrukce, uzemnění a elektrické přípojky není předmětem této zakázky.</w:t>
      </w:r>
    </w:p>
    <w:p w14:paraId="38C05063" w14:textId="74387DBE" w:rsidR="00C233B5" w:rsidRPr="0058667B" w:rsidRDefault="00413E5D" w:rsidP="0058667B">
      <w:pPr>
        <w:pStyle w:val="Nadpis2"/>
        <w:spacing w:before="0"/>
        <w:rPr>
          <w:rFonts w:asciiTheme="minorHAnsi" w:hAnsiTheme="minorHAnsi"/>
          <w:color w:val="00B0F0"/>
        </w:rPr>
      </w:pPr>
      <w:r w:rsidRPr="0058667B">
        <w:rPr>
          <w:rFonts w:asciiTheme="minorHAnsi" w:hAnsiTheme="minorHAnsi"/>
          <w:color w:val="00B0F0"/>
        </w:rPr>
        <w:t>2. Specifikace</w:t>
      </w:r>
      <w:r w:rsidR="00DD28CC" w:rsidRPr="0058667B">
        <w:rPr>
          <w:rFonts w:asciiTheme="minorHAnsi" w:hAnsiTheme="minorHAnsi"/>
          <w:color w:val="00B0F0"/>
        </w:rPr>
        <w:t xml:space="preserve"> </w:t>
      </w:r>
      <w:r w:rsidR="008A336A" w:rsidRPr="0058667B">
        <w:rPr>
          <w:rFonts w:asciiTheme="minorHAnsi" w:hAnsiTheme="minorHAnsi"/>
          <w:color w:val="00B0F0"/>
        </w:rPr>
        <w:t>kontejneru</w:t>
      </w:r>
    </w:p>
    <w:p w14:paraId="4B97D07E" w14:textId="4230B49B" w:rsidR="008A336A" w:rsidRPr="0058667B" w:rsidRDefault="008A336A" w:rsidP="0058667B">
      <w:pPr>
        <w:pStyle w:val="Odstavecseseznamem"/>
        <w:numPr>
          <w:ilvl w:val="0"/>
          <w:numId w:val="10"/>
        </w:numPr>
        <w:tabs>
          <w:tab w:val="decimal" w:pos="360"/>
          <w:tab w:val="decimal" w:pos="432"/>
        </w:tabs>
        <w:spacing w:before="72" w:after="0" w:line="240" w:lineRule="auto"/>
        <w:ind w:left="720"/>
        <w:jc w:val="both"/>
        <w:rPr>
          <w:rFonts w:cs="Verdana"/>
        </w:rPr>
      </w:pPr>
      <w:r w:rsidRPr="0058667B">
        <w:rPr>
          <w:rFonts w:cs="Verdana"/>
        </w:rPr>
        <w:t xml:space="preserve">ISO kontejner o velikosti </w:t>
      </w:r>
      <w:r w:rsidR="00375218">
        <w:rPr>
          <w:rFonts w:cs="Verdana"/>
        </w:rPr>
        <w:t>„</w:t>
      </w:r>
      <w:r w:rsidRPr="0058667B">
        <w:rPr>
          <w:rFonts w:cs="Verdana"/>
        </w:rPr>
        <w:t xml:space="preserve">10 stop“, nově vyrobený jako celo-svařovaná rámová konstrukce </w:t>
      </w:r>
      <w:r w:rsidRPr="00856571">
        <w:rPr>
          <w:rFonts w:cs="Verdana"/>
        </w:rPr>
        <w:t>z ocelových profilů a plechů. Konstrukce podlahy musí být zhotovená jako nosná, svařovaná konstrukce z ocelových podélníků a příčníků, podlaha musí být zhotovená z ocelového materiálu. Vrata kontejneru jsou požadována uzamykatelná dvoukřídlá z čelní i zadní strany. Nosné rohové prvky kontejneru musí být normované dle ISO 1161. Uzavřené profily musí být ošetřeny konzervačním prostředkem, ostatní povrchy profilů a plechů musí být před povrchovou úpravou upraveny otryskáním a následně povrchově upraveny dle</w:t>
      </w:r>
      <w:r w:rsidR="004A2007">
        <w:rPr>
          <w:rFonts w:cs="Verdana"/>
        </w:rPr>
        <w:br/>
      </w:r>
      <w:r w:rsidRPr="00856571">
        <w:rPr>
          <w:rFonts w:cs="Verdana"/>
        </w:rPr>
        <w:t>ČSN EN ISO 12944–5 pro stupeň korozní agresivity C3 dle normy ČSN EN ISO 12944-2</w:t>
      </w:r>
      <w:r w:rsidR="004E0229" w:rsidRPr="00856571">
        <w:rPr>
          <w:rFonts w:cs="Verdana"/>
        </w:rPr>
        <w:t>;</w:t>
      </w:r>
    </w:p>
    <w:p w14:paraId="1A265249" w14:textId="47C2518A" w:rsidR="008A336A" w:rsidRPr="004A2007" w:rsidRDefault="006945DE" w:rsidP="004A2007">
      <w:pPr>
        <w:pStyle w:val="Odstavecseseznamem"/>
        <w:numPr>
          <w:ilvl w:val="0"/>
          <w:numId w:val="10"/>
        </w:numPr>
        <w:tabs>
          <w:tab w:val="decimal" w:pos="360"/>
          <w:tab w:val="decimal" w:pos="432"/>
        </w:tabs>
        <w:spacing w:before="72" w:after="0" w:line="240" w:lineRule="auto"/>
        <w:ind w:left="720"/>
        <w:jc w:val="both"/>
        <w:rPr>
          <w:rFonts w:cs="Verdana"/>
        </w:rPr>
      </w:pPr>
      <w:r>
        <w:rPr>
          <w:rFonts w:cs="Verdana"/>
        </w:rPr>
        <w:t>P</w:t>
      </w:r>
      <w:r w:rsidR="008A336A" w:rsidRPr="0058667B">
        <w:rPr>
          <w:rFonts w:cs="Verdana"/>
        </w:rPr>
        <w:t>ro vnější ploch</w:t>
      </w:r>
      <w:r w:rsidR="00856571">
        <w:rPr>
          <w:rFonts w:cs="Verdana"/>
        </w:rPr>
        <w:t>y</w:t>
      </w:r>
      <w:r w:rsidR="008A336A" w:rsidRPr="0058667B">
        <w:rPr>
          <w:rFonts w:cs="Verdana"/>
        </w:rPr>
        <w:t xml:space="preserve"> kontejneru se požaduje odstín RAL 5003</w:t>
      </w:r>
      <w:r w:rsidR="004A2007">
        <w:rPr>
          <w:rFonts w:cs="Verdana"/>
        </w:rPr>
        <w:t xml:space="preserve">. </w:t>
      </w:r>
      <w:r w:rsidR="003D7F52" w:rsidRPr="004A2007">
        <w:rPr>
          <w:rFonts w:cs="Verdana"/>
        </w:rPr>
        <w:t>V</w:t>
      </w:r>
      <w:r w:rsidR="008A336A" w:rsidRPr="004A2007">
        <w:rPr>
          <w:rFonts w:cs="Verdana"/>
        </w:rPr>
        <w:t xml:space="preserve">nitřní povrchy </w:t>
      </w:r>
      <w:r w:rsidR="004A2007" w:rsidRPr="004A2007">
        <w:rPr>
          <w:rFonts w:cs="Verdana"/>
        </w:rPr>
        <w:t xml:space="preserve">upraveny barvou </w:t>
      </w:r>
      <w:r w:rsidR="008A336A" w:rsidRPr="004A2007">
        <w:rPr>
          <w:rFonts w:cs="Verdana"/>
        </w:rPr>
        <w:t>RAL 9003, RAL 9010, RAL 9016, případně podobný odstín světlé barvy</w:t>
      </w:r>
      <w:r w:rsidR="004E0229" w:rsidRPr="004A2007">
        <w:rPr>
          <w:rFonts w:cs="Verdana"/>
        </w:rPr>
        <w:t>;</w:t>
      </w:r>
    </w:p>
    <w:p w14:paraId="4B2F6C32" w14:textId="140E5C26" w:rsidR="008A336A" w:rsidRPr="0058667B" w:rsidRDefault="006945DE" w:rsidP="0058667B">
      <w:pPr>
        <w:pStyle w:val="Odstavecseseznamem"/>
        <w:numPr>
          <w:ilvl w:val="0"/>
          <w:numId w:val="10"/>
        </w:numPr>
        <w:tabs>
          <w:tab w:val="decimal" w:pos="360"/>
          <w:tab w:val="decimal" w:pos="432"/>
        </w:tabs>
        <w:spacing w:before="72" w:after="0" w:line="240" w:lineRule="auto"/>
        <w:ind w:left="720"/>
        <w:jc w:val="both"/>
        <w:rPr>
          <w:rFonts w:cs="Verdana"/>
        </w:rPr>
      </w:pPr>
      <w:r>
        <w:rPr>
          <w:rFonts w:cs="Verdana"/>
        </w:rPr>
        <w:t>P</w:t>
      </w:r>
      <w:r w:rsidR="008A336A" w:rsidRPr="0058667B">
        <w:rPr>
          <w:rFonts w:cs="Verdana"/>
        </w:rPr>
        <w:t>ožadované krytí kontejneru včetně odvětrávaní dle IP54</w:t>
      </w:r>
      <w:r w:rsidR="00B80568">
        <w:rPr>
          <w:rFonts w:cs="Verdana"/>
        </w:rPr>
        <w:t>;</w:t>
      </w:r>
    </w:p>
    <w:p w14:paraId="7556A469" w14:textId="6B499879" w:rsidR="008A336A" w:rsidRPr="00856571" w:rsidRDefault="006945DE" w:rsidP="00793050">
      <w:pPr>
        <w:pStyle w:val="Odstavecseseznamem"/>
        <w:numPr>
          <w:ilvl w:val="0"/>
          <w:numId w:val="10"/>
        </w:numPr>
        <w:tabs>
          <w:tab w:val="decimal" w:pos="360"/>
          <w:tab w:val="decimal" w:pos="432"/>
        </w:tabs>
        <w:spacing w:before="72" w:after="0" w:line="240" w:lineRule="auto"/>
        <w:ind w:left="720"/>
        <w:jc w:val="both"/>
        <w:rPr>
          <w:rFonts w:cs="Verdana"/>
        </w:rPr>
      </w:pPr>
      <w:r>
        <w:rPr>
          <w:rFonts w:cs="Verdana"/>
        </w:rPr>
        <w:t>S</w:t>
      </w:r>
      <w:r w:rsidR="008A336A" w:rsidRPr="0058667B">
        <w:rPr>
          <w:rFonts w:cs="Verdana"/>
        </w:rPr>
        <w:t xml:space="preserve">oučástí vnitřního vybavení </w:t>
      </w:r>
      <w:r w:rsidR="003D7F52">
        <w:rPr>
          <w:rFonts w:cs="Verdana"/>
        </w:rPr>
        <w:t>Zadavatel</w:t>
      </w:r>
      <w:r w:rsidR="008A336A" w:rsidRPr="0058667B">
        <w:rPr>
          <w:rFonts w:cs="Verdana"/>
        </w:rPr>
        <w:t xml:space="preserve"> požaduje schránk</w:t>
      </w:r>
      <w:r w:rsidR="003D7F52">
        <w:rPr>
          <w:rFonts w:cs="Verdana"/>
        </w:rPr>
        <w:t>u</w:t>
      </w:r>
      <w:r w:rsidR="008A336A" w:rsidRPr="0058667B">
        <w:rPr>
          <w:rFonts w:cs="Verdana"/>
        </w:rPr>
        <w:t xml:space="preserve"> s hasicími přístroji, vnitřní elektroinstalac</w:t>
      </w:r>
      <w:r w:rsidR="0068368B">
        <w:rPr>
          <w:rFonts w:cs="Verdana"/>
        </w:rPr>
        <w:t>i</w:t>
      </w:r>
      <w:r w:rsidR="008A336A" w:rsidRPr="0058667B">
        <w:rPr>
          <w:rFonts w:cs="Verdana"/>
        </w:rPr>
        <w:t xml:space="preserve"> s revizní zprávou elektrického zařízení - elektroinstalace, možnost napájení náhradním proudovým zdrojem v případě výpadku primární napájecí soustavy, osvětlení výdejní i skladovací části, skladovací části kontejneru s prostorem pro záchytné plastové vany na úkapy PHM při stáčení, základní havarijní sadou (min. 10kg sorbentu, kanalizační ucpávka, lopata a smeták), </w:t>
      </w:r>
      <w:r w:rsidR="008A336A" w:rsidRPr="00A80823">
        <w:rPr>
          <w:rFonts w:cs="Verdana"/>
        </w:rPr>
        <w:t>skladovací nádrží na PHM, bezobslužným výdejním stojanem a navíjecím bubnem s hadicí DN 25 délky</w:t>
      </w:r>
      <w:r w:rsidR="00793050" w:rsidRPr="00A80823">
        <w:rPr>
          <w:rFonts w:cs="Verdana"/>
        </w:rPr>
        <w:t xml:space="preserve"> </w:t>
      </w:r>
      <w:r w:rsidR="008A336A" w:rsidRPr="00A80823">
        <w:rPr>
          <w:rFonts w:cs="Verdana"/>
        </w:rPr>
        <w:t>min</w:t>
      </w:r>
      <w:r w:rsidR="00220CC9" w:rsidRPr="00A80823">
        <w:rPr>
          <w:rFonts w:cs="Verdana"/>
        </w:rPr>
        <w:t>imálně 25</w:t>
      </w:r>
      <w:r w:rsidR="00F37282" w:rsidRPr="00A80823">
        <w:rPr>
          <w:rFonts w:cs="Verdana"/>
        </w:rPr>
        <w:t xml:space="preserve"> </w:t>
      </w:r>
      <w:r w:rsidR="008A336A" w:rsidRPr="00A80823">
        <w:rPr>
          <w:rFonts w:cs="Verdana"/>
        </w:rPr>
        <w:t xml:space="preserve">metrů ukončenou automatickou </w:t>
      </w:r>
      <w:r w:rsidR="008A336A" w:rsidRPr="00220CC9">
        <w:rPr>
          <w:rFonts w:cs="Verdana"/>
        </w:rPr>
        <w:t>výdejní pistolí</w:t>
      </w:r>
      <w:r w:rsidR="004E0229" w:rsidRPr="00220CC9">
        <w:rPr>
          <w:rFonts w:cs="Verdana"/>
        </w:rPr>
        <w:t>;</w:t>
      </w:r>
    </w:p>
    <w:p w14:paraId="17EE3FB7" w14:textId="688D2C09" w:rsidR="008A336A" w:rsidRPr="0058667B" w:rsidRDefault="006945DE" w:rsidP="0058667B">
      <w:pPr>
        <w:pStyle w:val="Odstavecseseznamem"/>
        <w:numPr>
          <w:ilvl w:val="0"/>
          <w:numId w:val="10"/>
        </w:numPr>
        <w:tabs>
          <w:tab w:val="decimal" w:pos="360"/>
          <w:tab w:val="decimal" w:pos="432"/>
        </w:tabs>
        <w:spacing w:before="72" w:after="0" w:line="240" w:lineRule="auto"/>
        <w:ind w:left="720"/>
        <w:jc w:val="both"/>
        <w:rPr>
          <w:rFonts w:cs="Verdana"/>
        </w:rPr>
      </w:pPr>
      <w:r>
        <w:rPr>
          <w:rFonts w:cs="Verdana"/>
        </w:rPr>
        <w:lastRenderedPageBreak/>
        <w:t>S</w:t>
      </w:r>
      <w:r w:rsidR="008A336A" w:rsidRPr="0058667B">
        <w:rPr>
          <w:rFonts w:cs="Verdana"/>
        </w:rPr>
        <w:t>oučástí kontejneru se požaduje ochrana před atmosférickým přepětím.</w:t>
      </w:r>
    </w:p>
    <w:p w14:paraId="21158769" w14:textId="05E3B6FB" w:rsidR="0080101E" w:rsidRPr="0058667B" w:rsidRDefault="0008575D" w:rsidP="008A336A">
      <w:pPr>
        <w:pStyle w:val="Nadpis2"/>
        <w:spacing w:before="0"/>
        <w:rPr>
          <w:rFonts w:asciiTheme="minorHAnsi" w:hAnsiTheme="minorHAnsi"/>
        </w:rPr>
      </w:pPr>
      <w:r w:rsidRPr="0058667B">
        <w:rPr>
          <w:rFonts w:asciiTheme="minorHAnsi" w:hAnsiTheme="minorHAnsi"/>
        </w:rPr>
        <w:t xml:space="preserve">3. </w:t>
      </w:r>
      <w:r w:rsidR="008A336A" w:rsidRPr="0058667B">
        <w:rPr>
          <w:rFonts w:asciiTheme="minorHAnsi" w:hAnsiTheme="minorHAnsi"/>
        </w:rPr>
        <w:t>Specifikace nádrže</w:t>
      </w:r>
    </w:p>
    <w:p w14:paraId="75D6348F" w14:textId="4D1815D8" w:rsidR="008A336A" w:rsidRPr="00746685" w:rsidRDefault="006945DE" w:rsidP="0058667B">
      <w:pPr>
        <w:pStyle w:val="Odstavecseseznamem"/>
        <w:numPr>
          <w:ilvl w:val="0"/>
          <w:numId w:val="12"/>
        </w:numPr>
        <w:tabs>
          <w:tab w:val="decimal" w:pos="0"/>
        </w:tabs>
        <w:spacing w:before="72" w:after="0" w:line="240" w:lineRule="auto"/>
        <w:ind w:left="720"/>
        <w:jc w:val="both"/>
        <w:rPr>
          <w:rFonts w:cs="Verdana"/>
        </w:rPr>
      </w:pPr>
      <w:r w:rsidRPr="00746685">
        <w:rPr>
          <w:rFonts w:cs="Verdana"/>
        </w:rPr>
        <w:t>D</w:t>
      </w:r>
      <w:r w:rsidR="008A336A" w:rsidRPr="00746685">
        <w:rPr>
          <w:rFonts w:cs="Verdana"/>
        </w:rPr>
        <w:t xml:space="preserve">vouplášťová nádrž </w:t>
      </w:r>
      <w:r w:rsidR="00FB18A3">
        <w:rPr>
          <w:rFonts w:cs="Verdana"/>
        </w:rPr>
        <w:t xml:space="preserve">pro naftu motorovou </w:t>
      </w:r>
      <w:r w:rsidR="008A336A" w:rsidRPr="00746685">
        <w:rPr>
          <w:rFonts w:cs="Verdana"/>
        </w:rPr>
        <w:t>zhotovená z ocelových materiálů, vnitřní nádrž na PHM z antikorozní oceli s revizním otvorem</w:t>
      </w:r>
      <w:r w:rsidR="004E0229" w:rsidRPr="00746685">
        <w:rPr>
          <w:rFonts w:cs="Verdana"/>
        </w:rPr>
        <w:t>;</w:t>
      </w:r>
    </w:p>
    <w:p w14:paraId="35AB384E" w14:textId="78D372DD" w:rsidR="008A336A" w:rsidRPr="00746685" w:rsidRDefault="006945DE" w:rsidP="0058667B">
      <w:pPr>
        <w:pStyle w:val="Odstavecseseznamem"/>
        <w:numPr>
          <w:ilvl w:val="0"/>
          <w:numId w:val="12"/>
        </w:numPr>
        <w:tabs>
          <w:tab w:val="decimal" w:pos="0"/>
        </w:tabs>
        <w:spacing w:before="72" w:after="0" w:line="240" w:lineRule="auto"/>
        <w:ind w:left="720"/>
        <w:jc w:val="both"/>
        <w:rPr>
          <w:rFonts w:cs="Verdana"/>
        </w:rPr>
      </w:pPr>
      <w:r w:rsidRPr="00746685">
        <w:rPr>
          <w:rFonts w:cs="Verdana"/>
        </w:rPr>
        <w:t>V</w:t>
      </w:r>
      <w:r w:rsidR="008A336A" w:rsidRPr="00746685">
        <w:rPr>
          <w:rFonts w:cs="Verdana"/>
        </w:rPr>
        <w:t xml:space="preserve">yužitelný objem vnitřní nádrže na PHM o objemu </w:t>
      </w:r>
      <w:r w:rsidR="006A1CEF" w:rsidRPr="00746685">
        <w:rPr>
          <w:rFonts w:cs="Verdana"/>
        </w:rPr>
        <w:t xml:space="preserve">minimálně </w:t>
      </w:r>
      <w:r w:rsidR="00F37282" w:rsidRPr="00746685">
        <w:rPr>
          <w:rFonts w:cs="Verdana"/>
        </w:rPr>
        <w:t xml:space="preserve">2.900 - </w:t>
      </w:r>
      <w:r w:rsidR="008A336A" w:rsidRPr="00746685">
        <w:rPr>
          <w:rFonts w:cs="Verdana"/>
        </w:rPr>
        <w:t>3.</w:t>
      </w:r>
      <w:r w:rsidR="00F37282" w:rsidRPr="00746685">
        <w:rPr>
          <w:rFonts w:cs="Verdana"/>
        </w:rPr>
        <w:t>1</w:t>
      </w:r>
      <w:r w:rsidR="008A336A" w:rsidRPr="00746685">
        <w:rPr>
          <w:rFonts w:cs="Verdana"/>
        </w:rPr>
        <w:t>00 litrů</w:t>
      </w:r>
      <w:r w:rsidR="006A1CEF" w:rsidRPr="00746685">
        <w:rPr>
          <w:rFonts w:cs="Verdana"/>
        </w:rPr>
        <w:t>;</w:t>
      </w:r>
    </w:p>
    <w:p w14:paraId="049BD78A" w14:textId="3640D58B" w:rsidR="008A336A" w:rsidRPr="00746685" w:rsidRDefault="006945DE" w:rsidP="0058667B">
      <w:pPr>
        <w:pStyle w:val="Odstavecseseznamem"/>
        <w:numPr>
          <w:ilvl w:val="0"/>
          <w:numId w:val="12"/>
        </w:numPr>
        <w:tabs>
          <w:tab w:val="decimal" w:pos="0"/>
        </w:tabs>
        <w:spacing w:before="72" w:after="0" w:line="240" w:lineRule="auto"/>
        <w:ind w:left="720"/>
        <w:jc w:val="both"/>
        <w:rPr>
          <w:rFonts w:cs="Verdana"/>
        </w:rPr>
      </w:pPr>
      <w:r w:rsidRPr="00746685">
        <w:rPr>
          <w:rFonts w:cs="Verdana"/>
        </w:rPr>
        <w:t>P</w:t>
      </w:r>
      <w:r w:rsidR="008A336A" w:rsidRPr="00746685">
        <w:rPr>
          <w:rFonts w:cs="Verdana"/>
        </w:rPr>
        <w:t>lnění skladovací nádrže na PHM je požadováno koncovkou GOSSLER 3" a rovněž možnost plnění výdejní</w:t>
      </w:r>
      <w:r w:rsidR="006D0C5B" w:rsidRPr="00746685">
        <w:rPr>
          <w:rFonts w:cs="Verdana"/>
        </w:rPr>
        <w:t xml:space="preserve"> pistoli s </w:t>
      </w:r>
      <w:r w:rsidR="008A336A" w:rsidRPr="00746685">
        <w:rPr>
          <w:rFonts w:cs="Verdana"/>
        </w:rPr>
        <w:t>hadici DN 32" z mobilní autocisterny. Strana a výška pro vývod rychlospojky GOSSLER bude upřesněna objednatelem dle konkrétního umístění kontejneru a nesmí přesahovat vnější obrysy kontejneru</w:t>
      </w:r>
      <w:r w:rsidR="004E0229" w:rsidRPr="00746685">
        <w:rPr>
          <w:rFonts w:cs="Verdana"/>
        </w:rPr>
        <w:t>;</w:t>
      </w:r>
    </w:p>
    <w:p w14:paraId="69A87C62" w14:textId="570D2B04" w:rsidR="008A336A" w:rsidRPr="00746685" w:rsidRDefault="006945DE" w:rsidP="0058667B">
      <w:pPr>
        <w:pStyle w:val="Odstavecseseznamem"/>
        <w:numPr>
          <w:ilvl w:val="0"/>
          <w:numId w:val="12"/>
        </w:numPr>
        <w:tabs>
          <w:tab w:val="decimal" w:pos="0"/>
        </w:tabs>
        <w:spacing w:before="72" w:after="0" w:line="240" w:lineRule="auto"/>
        <w:ind w:left="720"/>
        <w:jc w:val="both"/>
        <w:rPr>
          <w:rFonts w:cs="Verdana"/>
        </w:rPr>
      </w:pPr>
      <w:r w:rsidRPr="00746685">
        <w:rPr>
          <w:rFonts w:cs="Verdana"/>
        </w:rPr>
        <w:t>P</w:t>
      </w:r>
      <w:r w:rsidR="008A336A" w:rsidRPr="00746685">
        <w:rPr>
          <w:rFonts w:cs="Verdana"/>
        </w:rPr>
        <w:t>lnící potrubí s koncovkou GOSSLER 3" se požaduje v případě spodního plnění vybavit bezpečnostním kulovým ventilem a zpětnou klapkou</w:t>
      </w:r>
      <w:r w:rsidR="004E0229" w:rsidRPr="00746685">
        <w:rPr>
          <w:rFonts w:cs="Verdana"/>
        </w:rPr>
        <w:t>;</w:t>
      </w:r>
    </w:p>
    <w:p w14:paraId="7FB89EBA" w14:textId="2ACBFD05" w:rsidR="008A336A" w:rsidRPr="00746685" w:rsidRDefault="008A336A" w:rsidP="0058667B">
      <w:pPr>
        <w:pStyle w:val="Odstavecseseznamem"/>
        <w:numPr>
          <w:ilvl w:val="0"/>
          <w:numId w:val="12"/>
        </w:numPr>
        <w:tabs>
          <w:tab w:val="decimal" w:pos="0"/>
        </w:tabs>
        <w:spacing w:before="72" w:after="0" w:line="240" w:lineRule="auto"/>
        <w:ind w:left="720"/>
        <w:jc w:val="both"/>
        <w:rPr>
          <w:rFonts w:cs="Verdana"/>
        </w:rPr>
      </w:pPr>
      <w:r w:rsidRPr="00746685">
        <w:rPr>
          <w:rFonts w:cs="Verdana"/>
        </w:rPr>
        <w:t xml:space="preserve">Součástí technologie skladu PHM zadavatel požaduje stáčecí čerpadlo pro </w:t>
      </w:r>
      <w:r w:rsidR="007F731E" w:rsidRPr="00746685">
        <w:rPr>
          <w:rFonts w:cs="Verdana"/>
        </w:rPr>
        <w:t xml:space="preserve">stáčení </w:t>
      </w:r>
      <w:r w:rsidR="004A2007">
        <w:rPr>
          <w:rFonts w:cs="Verdana"/>
        </w:rPr>
        <w:t xml:space="preserve">z </w:t>
      </w:r>
      <w:r w:rsidR="007F731E" w:rsidRPr="00746685">
        <w:rPr>
          <w:rFonts w:cs="Verdana"/>
        </w:rPr>
        <w:t>AC;</w:t>
      </w:r>
    </w:p>
    <w:p w14:paraId="68AE51AF" w14:textId="1869F328" w:rsidR="008A336A" w:rsidRPr="00746685" w:rsidRDefault="006945DE" w:rsidP="0058667B">
      <w:pPr>
        <w:pStyle w:val="Odstavecseseznamem"/>
        <w:numPr>
          <w:ilvl w:val="0"/>
          <w:numId w:val="12"/>
        </w:numPr>
        <w:tabs>
          <w:tab w:val="decimal" w:pos="0"/>
        </w:tabs>
        <w:spacing w:before="72" w:after="0" w:line="240" w:lineRule="auto"/>
        <w:ind w:left="720"/>
        <w:jc w:val="both"/>
        <w:rPr>
          <w:rFonts w:cs="Verdana"/>
        </w:rPr>
      </w:pPr>
      <w:r w:rsidRPr="00746685">
        <w:rPr>
          <w:rFonts w:cs="Verdana"/>
        </w:rPr>
        <w:t>N</w:t>
      </w:r>
      <w:r w:rsidR="008A336A" w:rsidRPr="00746685">
        <w:rPr>
          <w:rFonts w:cs="Verdana"/>
        </w:rPr>
        <w:t>ádrž musí obsahovat odkalovací i měrnou armaturu</w:t>
      </w:r>
      <w:r w:rsidR="004E0229" w:rsidRPr="00746685">
        <w:rPr>
          <w:rFonts w:cs="Verdana"/>
        </w:rPr>
        <w:t>;</w:t>
      </w:r>
    </w:p>
    <w:p w14:paraId="02809A31" w14:textId="08CBE22E" w:rsidR="008A336A" w:rsidRPr="00746685" w:rsidRDefault="006945DE" w:rsidP="0058667B">
      <w:pPr>
        <w:pStyle w:val="Odstavecseseznamem"/>
        <w:numPr>
          <w:ilvl w:val="0"/>
          <w:numId w:val="12"/>
        </w:numPr>
        <w:tabs>
          <w:tab w:val="decimal" w:pos="0"/>
        </w:tabs>
        <w:spacing w:before="72" w:after="0" w:line="240" w:lineRule="auto"/>
        <w:ind w:left="720"/>
        <w:jc w:val="both"/>
        <w:rPr>
          <w:rFonts w:cs="Verdana"/>
        </w:rPr>
      </w:pPr>
      <w:r w:rsidRPr="00746685">
        <w:rPr>
          <w:rFonts w:cs="Verdana"/>
        </w:rPr>
        <w:t>P</w:t>
      </w:r>
      <w:r w:rsidR="008A336A" w:rsidRPr="00746685">
        <w:rPr>
          <w:rFonts w:cs="Verdana"/>
        </w:rPr>
        <w:t xml:space="preserve">ožadována je kalibrace nádrže s </w:t>
      </w:r>
      <w:proofErr w:type="spellStart"/>
      <w:r w:rsidR="008A336A" w:rsidRPr="00746685">
        <w:rPr>
          <w:rFonts w:cs="Verdana"/>
        </w:rPr>
        <w:t>litrovac</w:t>
      </w:r>
      <w:r w:rsidR="006D0C5B" w:rsidRPr="00746685">
        <w:rPr>
          <w:rFonts w:cs="Verdana"/>
        </w:rPr>
        <w:t>í</w:t>
      </w:r>
      <w:proofErr w:type="spellEnd"/>
      <w:r w:rsidR="008A336A" w:rsidRPr="00746685">
        <w:rPr>
          <w:rFonts w:cs="Verdana"/>
        </w:rPr>
        <w:t xml:space="preserve"> tabulk</w:t>
      </w:r>
      <w:r w:rsidR="006D0C5B" w:rsidRPr="00746685">
        <w:rPr>
          <w:rFonts w:cs="Verdana"/>
        </w:rPr>
        <w:t>ou</w:t>
      </w:r>
      <w:r w:rsidR="004A2007">
        <w:rPr>
          <w:rFonts w:cs="Verdana"/>
        </w:rPr>
        <w:t xml:space="preserve"> nádrže</w:t>
      </w:r>
      <w:r w:rsidR="008A336A" w:rsidRPr="00746685">
        <w:rPr>
          <w:rFonts w:cs="Verdana"/>
        </w:rPr>
        <w:t xml:space="preserve"> a měrn</w:t>
      </w:r>
      <w:r w:rsidR="006D0C5B" w:rsidRPr="00746685">
        <w:rPr>
          <w:rFonts w:cs="Verdana"/>
        </w:rPr>
        <w:t>ou</w:t>
      </w:r>
      <w:r w:rsidR="008A336A" w:rsidRPr="00746685">
        <w:rPr>
          <w:rFonts w:cs="Verdana"/>
        </w:rPr>
        <w:t xml:space="preserve"> tyč</w:t>
      </w:r>
      <w:r w:rsidR="006D0C5B" w:rsidRPr="00746685">
        <w:rPr>
          <w:rFonts w:cs="Verdana"/>
        </w:rPr>
        <w:t>i;</w:t>
      </w:r>
    </w:p>
    <w:p w14:paraId="1AA807B2" w14:textId="50524931" w:rsidR="008A336A" w:rsidRPr="00746685" w:rsidRDefault="006945DE" w:rsidP="0058667B">
      <w:pPr>
        <w:pStyle w:val="Odstavecseseznamem"/>
        <w:numPr>
          <w:ilvl w:val="0"/>
          <w:numId w:val="12"/>
        </w:numPr>
        <w:tabs>
          <w:tab w:val="decimal" w:pos="0"/>
        </w:tabs>
        <w:spacing w:before="72" w:after="0" w:line="240" w:lineRule="auto"/>
        <w:ind w:left="720"/>
        <w:jc w:val="both"/>
        <w:rPr>
          <w:rFonts w:cs="Verdana"/>
        </w:rPr>
      </w:pPr>
      <w:r w:rsidRPr="00746685">
        <w:rPr>
          <w:rFonts w:cs="Verdana"/>
        </w:rPr>
        <w:t>N</w:t>
      </w:r>
      <w:r w:rsidR="008A336A" w:rsidRPr="00746685">
        <w:rPr>
          <w:rFonts w:cs="Verdana"/>
        </w:rPr>
        <w:t>ádrž musí obsahovat systém pro hlídání meziprostoru nádrže dle ČSN EN 13160, bezpečnostní odvětrávání vyvedené mimo skladovací prostor s ochranou proti dešti a ochranu proti přeplnění s akustickým alarmem a světelnou signalizací</w:t>
      </w:r>
      <w:r w:rsidR="006D0C5B" w:rsidRPr="00746685">
        <w:rPr>
          <w:rFonts w:cs="Verdana"/>
        </w:rPr>
        <w:t>;</w:t>
      </w:r>
    </w:p>
    <w:p w14:paraId="02F46BBF" w14:textId="3BD679FF" w:rsidR="008A336A" w:rsidRPr="00746685" w:rsidRDefault="006945DE" w:rsidP="0058667B">
      <w:pPr>
        <w:pStyle w:val="Odstavecseseznamem"/>
        <w:numPr>
          <w:ilvl w:val="0"/>
          <w:numId w:val="12"/>
        </w:numPr>
        <w:tabs>
          <w:tab w:val="decimal" w:pos="0"/>
        </w:tabs>
        <w:spacing w:before="72" w:after="0" w:line="240" w:lineRule="auto"/>
        <w:ind w:left="720"/>
        <w:jc w:val="both"/>
        <w:rPr>
          <w:rFonts w:cs="Verdana"/>
        </w:rPr>
      </w:pPr>
      <w:r w:rsidRPr="00746685">
        <w:rPr>
          <w:rFonts w:cs="Verdana"/>
        </w:rPr>
        <w:t>S</w:t>
      </w:r>
      <w:r w:rsidR="008A336A" w:rsidRPr="00746685">
        <w:rPr>
          <w:rFonts w:cs="Verdana"/>
        </w:rPr>
        <w:t>oučástí nádrže se požaduje magnetostrikční sonda kontinuálního měření hladiny produktu s elektronickým zobrazením aktuálního množství PHM při aktuální teplotě, množstvím přepočteným na objem při 15 °C teploty a množství případných kalů</w:t>
      </w:r>
      <w:r w:rsidR="006D0C5B" w:rsidRPr="00746685">
        <w:rPr>
          <w:rFonts w:cs="Verdana"/>
        </w:rPr>
        <w:t>;</w:t>
      </w:r>
    </w:p>
    <w:p w14:paraId="35E4CE6B" w14:textId="292DBD5C" w:rsidR="00FD1213" w:rsidRPr="00746685" w:rsidRDefault="006945DE" w:rsidP="0058667B">
      <w:pPr>
        <w:pStyle w:val="Odstavecseseznamem"/>
        <w:numPr>
          <w:ilvl w:val="0"/>
          <w:numId w:val="12"/>
        </w:numPr>
        <w:tabs>
          <w:tab w:val="decimal" w:pos="0"/>
        </w:tabs>
        <w:spacing w:before="72" w:after="0" w:line="240" w:lineRule="auto"/>
        <w:ind w:left="720"/>
        <w:jc w:val="both"/>
        <w:rPr>
          <w:rFonts w:cs="Verdana"/>
        </w:rPr>
      </w:pPr>
      <w:r w:rsidRPr="00746685">
        <w:rPr>
          <w:rFonts w:cs="Verdana"/>
        </w:rPr>
        <w:t>V</w:t>
      </w:r>
      <w:r w:rsidR="00FD1213" w:rsidRPr="00746685">
        <w:rPr>
          <w:rFonts w:cs="Verdana"/>
        </w:rPr>
        <w:t xml:space="preserve">nější plášť nádrže </w:t>
      </w:r>
      <w:r w:rsidR="006D0C5B" w:rsidRPr="00746685">
        <w:rPr>
          <w:rFonts w:cs="Verdana"/>
        </w:rPr>
        <w:t xml:space="preserve">musí být </w:t>
      </w:r>
      <w:r w:rsidR="00FD1213" w:rsidRPr="00746685">
        <w:rPr>
          <w:rFonts w:cs="Verdana"/>
        </w:rPr>
        <w:t>ošetřen ochranným nátěrem s odolností vůči ropným látkám.</w:t>
      </w:r>
    </w:p>
    <w:p w14:paraId="53DCF75C" w14:textId="0673B17D" w:rsidR="002F52DB" w:rsidRPr="0058667B" w:rsidRDefault="002F52DB" w:rsidP="0058667B">
      <w:pPr>
        <w:pStyle w:val="Nadpis2"/>
        <w:rPr>
          <w:rFonts w:asciiTheme="minorHAnsi" w:hAnsiTheme="minorHAnsi"/>
        </w:rPr>
      </w:pPr>
      <w:r w:rsidRPr="0058667B">
        <w:rPr>
          <w:rFonts w:asciiTheme="minorHAnsi" w:hAnsiTheme="minorHAnsi"/>
        </w:rPr>
        <w:t xml:space="preserve">4. </w:t>
      </w:r>
      <w:r w:rsidR="008A336A" w:rsidRPr="0058667B">
        <w:rPr>
          <w:rFonts w:asciiTheme="minorHAnsi" w:hAnsiTheme="minorHAnsi"/>
        </w:rPr>
        <w:t>S</w:t>
      </w:r>
      <w:r w:rsidRPr="0058667B">
        <w:rPr>
          <w:rFonts w:asciiTheme="minorHAnsi" w:hAnsiTheme="minorHAnsi"/>
        </w:rPr>
        <w:t>pecifikace</w:t>
      </w:r>
      <w:r w:rsidR="00961FBA" w:rsidRPr="0058667B">
        <w:rPr>
          <w:rFonts w:asciiTheme="minorHAnsi" w:hAnsiTheme="minorHAnsi"/>
        </w:rPr>
        <w:t xml:space="preserve"> </w:t>
      </w:r>
      <w:r w:rsidR="008A336A" w:rsidRPr="0058667B">
        <w:rPr>
          <w:rFonts w:asciiTheme="minorHAnsi" w:hAnsiTheme="minorHAnsi"/>
        </w:rPr>
        <w:t xml:space="preserve">výdejního </w:t>
      </w:r>
      <w:r w:rsidR="00793050">
        <w:rPr>
          <w:rFonts w:asciiTheme="minorHAnsi" w:hAnsiTheme="minorHAnsi"/>
        </w:rPr>
        <w:t>stojanu PHM</w:t>
      </w:r>
    </w:p>
    <w:p w14:paraId="1CDF04C9" w14:textId="77777777" w:rsidR="008A336A" w:rsidRPr="008A336A" w:rsidRDefault="008A336A" w:rsidP="0058667B">
      <w:pPr>
        <w:pStyle w:val="Odstavecseseznamem"/>
        <w:numPr>
          <w:ilvl w:val="0"/>
          <w:numId w:val="13"/>
        </w:numPr>
        <w:ind w:left="720"/>
        <w:rPr>
          <w:bCs/>
        </w:rPr>
      </w:pPr>
      <w:r w:rsidRPr="008A336A">
        <w:rPr>
          <w:bCs/>
        </w:rPr>
        <w:t>Samoobslužný výdejní stojan pro výdej PHM vybavený:</w:t>
      </w:r>
    </w:p>
    <w:p w14:paraId="32C74154" w14:textId="77777777" w:rsidR="008A336A" w:rsidRPr="008A336A" w:rsidRDefault="008A336A" w:rsidP="00A65E89">
      <w:pPr>
        <w:pStyle w:val="Odstavecseseznamem"/>
        <w:numPr>
          <w:ilvl w:val="0"/>
          <w:numId w:val="25"/>
        </w:numPr>
        <w:rPr>
          <w:bCs/>
        </w:rPr>
      </w:pPr>
      <w:r w:rsidRPr="008A336A">
        <w:rPr>
          <w:bCs/>
        </w:rPr>
        <w:t>kalibrovaným měřidlem dle normy MID s metrologickým ověřením ČMI;</w:t>
      </w:r>
    </w:p>
    <w:p w14:paraId="2121F0BC" w14:textId="77777777" w:rsidR="008A336A" w:rsidRPr="008A336A" w:rsidRDefault="008A336A" w:rsidP="00A65E89">
      <w:pPr>
        <w:pStyle w:val="Odstavecseseznamem"/>
        <w:numPr>
          <w:ilvl w:val="0"/>
          <w:numId w:val="25"/>
        </w:numPr>
        <w:rPr>
          <w:bCs/>
        </w:rPr>
      </w:pPr>
      <w:r w:rsidRPr="008A336A">
        <w:rPr>
          <w:bCs/>
        </w:rPr>
        <w:t>čerpadlem s možností přepínáním výkonu min. 40 a min. 70 litrů/min;</w:t>
      </w:r>
    </w:p>
    <w:p w14:paraId="2E1D1F22" w14:textId="77777777" w:rsidR="008A336A" w:rsidRPr="008A336A" w:rsidRDefault="008A336A" w:rsidP="00A65E89">
      <w:pPr>
        <w:pStyle w:val="Odstavecseseznamem"/>
        <w:numPr>
          <w:ilvl w:val="0"/>
          <w:numId w:val="25"/>
        </w:numPr>
        <w:rPr>
          <w:bCs/>
        </w:rPr>
      </w:pPr>
      <w:r w:rsidRPr="008A336A">
        <w:rPr>
          <w:bCs/>
        </w:rPr>
        <w:t>automatickou teplotní kompenzací výdeje (ATC 15 °C);</w:t>
      </w:r>
    </w:p>
    <w:p w14:paraId="2E403617" w14:textId="216E14D7" w:rsidR="008A336A" w:rsidRPr="008A336A" w:rsidRDefault="008A336A" w:rsidP="00A65E89">
      <w:pPr>
        <w:pStyle w:val="Odstavecseseznamem"/>
        <w:numPr>
          <w:ilvl w:val="0"/>
          <w:numId w:val="25"/>
        </w:numPr>
        <w:rPr>
          <w:bCs/>
        </w:rPr>
      </w:pPr>
      <w:r w:rsidRPr="008A336A">
        <w:rPr>
          <w:bCs/>
        </w:rPr>
        <w:t>kovovou klávesnicí (4x4 klávesy) v</w:t>
      </w:r>
      <w:r w:rsidR="00FC0AF0">
        <w:rPr>
          <w:bCs/>
        </w:rPr>
        <w:t xml:space="preserve"> tzv. </w:t>
      </w:r>
      <w:r w:rsidRPr="008A336A">
        <w:rPr>
          <w:bCs/>
        </w:rPr>
        <w:t>provedení anti-vandal;</w:t>
      </w:r>
    </w:p>
    <w:p w14:paraId="7067E8EB" w14:textId="25249419" w:rsidR="008A336A" w:rsidRPr="008A336A" w:rsidRDefault="008A336A" w:rsidP="00A65E89">
      <w:pPr>
        <w:pStyle w:val="Odstavecseseznamem"/>
        <w:numPr>
          <w:ilvl w:val="0"/>
          <w:numId w:val="25"/>
        </w:numPr>
        <w:rPr>
          <w:bCs/>
        </w:rPr>
      </w:pPr>
      <w:r w:rsidRPr="008A336A">
        <w:rPr>
          <w:bCs/>
        </w:rPr>
        <w:t xml:space="preserve">čtečkou čipů R-FID s možností přiřazení minimálně pro 100 uživatelů a minimálně </w:t>
      </w:r>
      <w:r w:rsidR="00EA4DE4">
        <w:rPr>
          <w:bCs/>
        </w:rPr>
        <w:t>1.0</w:t>
      </w:r>
      <w:r w:rsidRPr="008A336A">
        <w:rPr>
          <w:bCs/>
        </w:rPr>
        <w:t>00 strojů (SW aplikace ve výdejním stojanu musí umožnit ztotožnění každého jednotlivého výdeje s konkrétním uživatelem a s následně přihlášeným konkrétním SHV, nebo strojem);</w:t>
      </w:r>
    </w:p>
    <w:p w14:paraId="5D5F7408" w14:textId="77777777" w:rsidR="008A336A" w:rsidRPr="008A336A" w:rsidRDefault="008A336A" w:rsidP="00A65E89">
      <w:pPr>
        <w:pStyle w:val="Odstavecseseznamem"/>
        <w:numPr>
          <w:ilvl w:val="0"/>
          <w:numId w:val="25"/>
        </w:numPr>
        <w:rPr>
          <w:bCs/>
        </w:rPr>
      </w:pPr>
      <w:r w:rsidRPr="008A336A">
        <w:rPr>
          <w:bCs/>
        </w:rPr>
        <w:t>grafickým displejem pro zobrazení množství v litrech zaokrouhlených na dvě desetinná místa a pro zobrazení dalších informací pro uživatele;</w:t>
      </w:r>
    </w:p>
    <w:p w14:paraId="136D74FF" w14:textId="77777777" w:rsidR="00746685" w:rsidRPr="00746685" w:rsidRDefault="008A336A" w:rsidP="008D1C73">
      <w:pPr>
        <w:pStyle w:val="Odstavecseseznamem"/>
        <w:numPr>
          <w:ilvl w:val="0"/>
          <w:numId w:val="25"/>
        </w:numPr>
      </w:pPr>
      <w:r w:rsidRPr="00746685">
        <w:rPr>
          <w:bCs/>
        </w:rPr>
        <w:t xml:space="preserve">integrovanou tiskárnou dokladů, které budou obsahovat datum odběru, čas odběru, odebrané množství při teplotní kompenzaci na 15 °C, identifikaci odběratele a identifikaci </w:t>
      </w:r>
      <w:r w:rsidR="00FC0AF0" w:rsidRPr="00746685">
        <w:rPr>
          <w:bCs/>
        </w:rPr>
        <w:t>SHV, nebo stroje</w:t>
      </w:r>
      <w:r w:rsidRPr="00746685">
        <w:rPr>
          <w:bCs/>
        </w:rPr>
        <w:t>, číslo dokladu</w:t>
      </w:r>
      <w:r w:rsidR="00FC0AF0" w:rsidRPr="00746685">
        <w:rPr>
          <w:bCs/>
        </w:rPr>
        <w:t xml:space="preserve"> a</w:t>
      </w:r>
      <w:r w:rsidRPr="00746685">
        <w:rPr>
          <w:bCs/>
        </w:rPr>
        <w:t xml:space="preserve"> název produktu;</w:t>
      </w:r>
    </w:p>
    <w:p w14:paraId="44792478" w14:textId="3CC2ACD6" w:rsidR="00746685" w:rsidRDefault="008A336A" w:rsidP="008D1C73">
      <w:pPr>
        <w:pStyle w:val="Odstavecseseznamem"/>
        <w:numPr>
          <w:ilvl w:val="0"/>
          <w:numId w:val="25"/>
        </w:numPr>
      </w:pPr>
      <w:r w:rsidRPr="00746685">
        <w:t>vstupní filtr s filtrační schopností min. 100 µm;</w:t>
      </w:r>
    </w:p>
    <w:p w14:paraId="69EA37E4" w14:textId="77777777" w:rsidR="00746685" w:rsidRDefault="00746685" w:rsidP="00746685"/>
    <w:p w14:paraId="7A5854A2" w14:textId="77777777" w:rsidR="00746685" w:rsidRDefault="00746685" w:rsidP="00746685"/>
    <w:p w14:paraId="6E5FADD6" w14:textId="77777777" w:rsidR="00746685" w:rsidRDefault="00746685" w:rsidP="00746685"/>
    <w:p w14:paraId="09B1BA75" w14:textId="77777777" w:rsidR="00746685" w:rsidRDefault="00746685" w:rsidP="00746685"/>
    <w:p w14:paraId="088B21DB" w14:textId="77777777" w:rsidR="00746685" w:rsidRDefault="00746685" w:rsidP="00746685"/>
    <w:p w14:paraId="458577BD" w14:textId="77777777" w:rsidR="00746685" w:rsidRDefault="00746685" w:rsidP="00746685"/>
    <w:p w14:paraId="7FD78D6C" w14:textId="77777777" w:rsidR="00746685" w:rsidRPr="00746685" w:rsidRDefault="00746685" w:rsidP="00746685"/>
    <w:p w14:paraId="55207A9C" w14:textId="7678DA5F" w:rsidR="00FD1213" w:rsidRPr="00746685" w:rsidRDefault="00FD1213" w:rsidP="00746685">
      <w:pPr>
        <w:pStyle w:val="Nadpis2"/>
      </w:pPr>
      <w:r w:rsidRPr="00746685">
        <w:lastRenderedPageBreak/>
        <w:t>5. Specifikace příslušenství</w:t>
      </w:r>
    </w:p>
    <w:p w14:paraId="5D2D6D12" w14:textId="0E9DD7EE" w:rsidR="00FD1213" w:rsidRPr="0058667B" w:rsidRDefault="00FD1213" w:rsidP="0058667B">
      <w:pPr>
        <w:pStyle w:val="Odstavecseseznamem"/>
        <w:numPr>
          <w:ilvl w:val="0"/>
          <w:numId w:val="21"/>
        </w:numPr>
        <w:ind w:left="720"/>
        <w:jc w:val="both"/>
      </w:pPr>
      <w:r w:rsidRPr="0058667B">
        <w:rPr>
          <w:bCs/>
        </w:rPr>
        <w:t>Zařízení pro dálkovou správu a možnost přenosu dat prostřednictvím sítí mobilních operátorů (Zadavatel požaduje součástí dodávky modem LTE</w:t>
      </w:r>
      <w:r w:rsidR="00FC0AF0">
        <w:rPr>
          <w:bCs/>
        </w:rPr>
        <w:t>.</w:t>
      </w:r>
      <w:r w:rsidRPr="0058667B">
        <w:rPr>
          <w:bCs/>
        </w:rPr>
        <w:t xml:space="preserve"> SIM kartu pro LTE modem dodá objednatel)</w:t>
      </w:r>
      <w:r w:rsidR="00AA25E6">
        <w:rPr>
          <w:bCs/>
        </w:rPr>
        <w:t>;</w:t>
      </w:r>
    </w:p>
    <w:p w14:paraId="5C4949AC" w14:textId="6DEBB2CA" w:rsidR="00FD1213" w:rsidRPr="00220CC9" w:rsidRDefault="00E1762B" w:rsidP="0058667B">
      <w:pPr>
        <w:pStyle w:val="Odstavecseseznamem"/>
        <w:numPr>
          <w:ilvl w:val="0"/>
          <w:numId w:val="21"/>
        </w:numPr>
        <w:ind w:left="720"/>
        <w:jc w:val="both"/>
      </w:pPr>
      <w:r w:rsidRPr="00220CC9">
        <w:t>A</w:t>
      </w:r>
      <w:r w:rsidR="00FD1213" w:rsidRPr="00220CC9">
        <w:t xml:space="preserve">ktivace R-FID čipů </w:t>
      </w:r>
      <w:r w:rsidRPr="00220CC9">
        <w:t xml:space="preserve">oprávněných osob, </w:t>
      </w:r>
      <w:r w:rsidR="003F56FA" w:rsidRPr="00220CC9">
        <w:t>SHV</w:t>
      </w:r>
      <w:r w:rsidRPr="00220CC9">
        <w:t xml:space="preserve"> a strojů</w:t>
      </w:r>
      <w:r w:rsidR="003F56FA" w:rsidRPr="00220CC9">
        <w:t xml:space="preserve"> provozovaných </w:t>
      </w:r>
      <w:r w:rsidR="00EE193F" w:rsidRPr="00220CC9">
        <w:t xml:space="preserve">u Oblastního ředitelství Ostrava </w:t>
      </w:r>
      <w:r w:rsidR="00FD1213" w:rsidRPr="00220CC9">
        <w:t xml:space="preserve">u </w:t>
      </w:r>
      <w:r w:rsidR="00C55138" w:rsidRPr="00220CC9">
        <w:t>výdejního</w:t>
      </w:r>
      <w:r w:rsidR="00FD1213" w:rsidRPr="00220CC9">
        <w:t xml:space="preserve"> </w:t>
      </w:r>
      <w:r w:rsidR="00C55138" w:rsidRPr="00220CC9">
        <w:t>stojanu</w:t>
      </w:r>
      <w:r w:rsidR="00FC0AF0" w:rsidRPr="00220CC9">
        <w:t>;</w:t>
      </w:r>
    </w:p>
    <w:p w14:paraId="5BFDC95A" w14:textId="36093506" w:rsidR="00FD1213" w:rsidRPr="00220CC9" w:rsidRDefault="00E1762B" w:rsidP="00A65E89">
      <w:pPr>
        <w:pStyle w:val="Odstavecseseznamem"/>
        <w:numPr>
          <w:ilvl w:val="0"/>
          <w:numId w:val="26"/>
        </w:numPr>
        <w:jc w:val="both"/>
      </w:pPr>
      <w:r w:rsidRPr="00220CC9">
        <w:t>P</w:t>
      </w:r>
      <w:r w:rsidR="00FD1213" w:rsidRPr="00220CC9">
        <w:t>římé ON-LINE napojení pořizovan</w:t>
      </w:r>
      <w:r w:rsidR="00EA4DE4" w:rsidRPr="00220CC9">
        <w:t xml:space="preserve">ého skladu PHM </w:t>
      </w:r>
      <w:r w:rsidR="00F37282" w:rsidRPr="00220CC9">
        <w:t xml:space="preserve">do jednoho centrálního systému </w:t>
      </w:r>
      <w:r w:rsidR="00EA4DE4" w:rsidRPr="00220CC9">
        <w:t>s</w:t>
      </w:r>
      <w:r w:rsidR="00FD1213" w:rsidRPr="00220CC9">
        <w:t xml:space="preserve"> již provozovaný</w:t>
      </w:r>
      <w:r w:rsidR="00EE193F" w:rsidRPr="00220CC9">
        <w:t>mi</w:t>
      </w:r>
      <w:r w:rsidR="00FD1213" w:rsidRPr="00220CC9">
        <w:t xml:space="preserve"> stacionární</w:t>
      </w:r>
      <w:r w:rsidR="00EE193F" w:rsidRPr="00220CC9">
        <w:t xml:space="preserve">mi </w:t>
      </w:r>
      <w:r w:rsidR="00FD1213" w:rsidRPr="00220CC9">
        <w:t>výdejní</w:t>
      </w:r>
      <w:r w:rsidR="00EE193F" w:rsidRPr="00220CC9">
        <w:t>mi</w:t>
      </w:r>
      <w:r w:rsidR="00FD1213" w:rsidRPr="00220CC9">
        <w:t xml:space="preserve"> </w:t>
      </w:r>
      <w:r w:rsidR="00EE193F" w:rsidRPr="00220CC9">
        <w:t xml:space="preserve">sklady </w:t>
      </w:r>
      <w:r w:rsidR="00BE2506" w:rsidRPr="00220CC9">
        <w:t>PHM;</w:t>
      </w:r>
    </w:p>
    <w:p w14:paraId="6BF82614" w14:textId="47FB817B" w:rsidR="00FC0AF0" w:rsidRPr="00746685" w:rsidRDefault="00FC0AF0" w:rsidP="00FC0AF0">
      <w:pPr>
        <w:pStyle w:val="Odstavecseseznamem"/>
        <w:numPr>
          <w:ilvl w:val="0"/>
          <w:numId w:val="26"/>
        </w:numPr>
        <w:jc w:val="both"/>
        <w:rPr>
          <w:bCs/>
        </w:rPr>
      </w:pPr>
      <w:r w:rsidRPr="00746685">
        <w:rPr>
          <w:bCs/>
        </w:rPr>
        <w:t>Softwarová licence pro řízení technologie výdejního zařízení bez nutnosti úhrady jakýchkoliv pravidelných udržovacích, servisních a jiných poplatků</w:t>
      </w:r>
      <w:r w:rsidR="00AA25E6" w:rsidRPr="00746685">
        <w:rPr>
          <w:bCs/>
        </w:rPr>
        <w:t>;</w:t>
      </w:r>
    </w:p>
    <w:p w14:paraId="076068FE" w14:textId="332F87AE" w:rsidR="00FD1213" w:rsidRPr="0058667B" w:rsidRDefault="00E1762B" w:rsidP="00A65E89">
      <w:pPr>
        <w:pStyle w:val="Odstavecseseznamem"/>
        <w:numPr>
          <w:ilvl w:val="0"/>
          <w:numId w:val="26"/>
        </w:numPr>
        <w:jc w:val="both"/>
      </w:pPr>
      <w:r>
        <w:t>M</w:t>
      </w:r>
      <w:r w:rsidR="00FD1213" w:rsidRPr="0058667B">
        <w:t>ožnost nastavení platnosti OFF-LINE databáze včetně automatického přechodu</w:t>
      </w:r>
      <w:r w:rsidR="00AA25E6">
        <w:br/>
      </w:r>
      <w:r w:rsidR="00FD1213" w:rsidRPr="0058667B">
        <w:t>ON</w:t>
      </w:r>
      <w:r w:rsidR="00AA25E6">
        <w:t>-</w:t>
      </w:r>
      <w:r w:rsidR="00FD1213" w:rsidRPr="0058667B">
        <w:t>LINE/OFF-LINE;</w:t>
      </w:r>
    </w:p>
    <w:p w14:paraId="6509C72D" w14:textId="4D9F2E06" w:rsidR="00FD1213" w:rsidRPr="0058667B" w:rsidRDefault="00E1762B" w:rsidP="00A65E89">
      <w:pPr>
        <w:pStyle w:val="Odstavecseseznamem"/>
        <w:numPr>
          <w:ilvl w:val="0"/>
          <w:numId w:val="26"/>
        </w:numPr>
        <w:jc w:val="both"/>
      </w:pPr>
      <w:r>
        <w:t>Z</w:t>
      </w:r>
      <w:r w:rsidR="00FD1213" w:rsidRPr="0058667B">
        <w:t>aložení stacionárního výdejního zařízení v centrálním systému, zřízení přístupu přes webové rozhraní pro neomezený počet uživatelů dle požadavku Zadavatele a možnost napojení na dohledové centrum technologie (informace o stavu technologie pomocí e-mailových zpráv, aktuální</w:t>
      </w:r>
      <w:r>
        <w:t>ho</w:t>
      </w:r>
      <w:r w:rsidR="00FD1213" w:rsidRPr="0058667B">
        <w:t xml:space="preserve"> stav</w:t>
      </w:r>
      <w:r>
        <w:t>u,</w:t>
      </w:r>
      <w:r w:rsidR="00FD1213" w:rsidRPr="0058667B">
        <w:t xml:space="preserve"> </w:t>
      </w:r>
      <w:r w:rsidR="00AA25E6">
        <w:t xml:space="preserve">stavu a </w:t>
      </w:r>
      <w:r w:rsidR="00FD1213" w:rsidRPr="0058667B">
        <w:t>historie měření</w:t>
      </w:r>
      <w:r>
        <w:t xml:space="preserve"> a</w:t>
      </w:r>
      <w:r w:rsidR="00FD1213" w:rsidRPr="0058667B">
        <w:t xml:space="preserve"> sledování limitních stavů).</w:t>
      </w:r>
    </w:p>
    <w:p w14:paraId="6DDC1032" w14:textId="0DB7E149" w:rsidR="0058667B" w:rsidRPr="0058667B" w:rsidRDefault="0058667B" w:rsidP="0058667B">
      <w:pPr>
        <w:pStyle w:val="Nadpis2"/>
        <w:rPr>
          <w:rFonts w:asciiTheme="minorHAnsi" w:hAnsiTheme="minorHAnsi"/>
        </w:rPr>
      </w:pPr>
      <w:r w:rsidRPr="0058667B">
        <w:rPr>
          <w:rFonts w:asciiTheme="minorHAnsi" w:hAnsiTheme="minorHAnsi"/>
        </w:rPr>
        <w:t>6. Požadované služby a přiložená dokumentace k dodávce</w:t>
      </w:r>
    </w:p>
    <w:p w14:paraId="682BE740" w14:textId="0339E86E" w:rsidR="0058667B" w:rsidRPr="00746685" w:rsidRDefault="0058667B" w:rsidP="0058667B">
      <w:pPr>
        <w:pStyle w:val="Odstavecseseznamem"/>
        <w:numPr>
          <w:ilvl w:val="0"/>
          <w:numId w:val="24"/>
        </w:numPr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46685">
        <w:rPr>
          <w:rFonts w:eastAsia="Times New Roman" w:cs="Times New Roman"/>
          <w:lang w:eastAsia="cs-CZ"/>
        </w:rPr>
        <w:t>Doprava, instalace a zprovoznění formou funkční zkoušky skladu v místě dodávky určené objednatelem</w:t>
      </w:r>
      <w:r w:rsidR="005A50EB" w:rsidRPr="00746685">
        <w:rPr>
          <w:rFonts w:eastAsia="Times New Roman" w:cs="Times New Roman"/>
          <w:lang w:eastAsia="cs-CZ"/>
        </w:rPr>
        <w:t xml:space="preserve"> – středisko</w:t>
      </w:r>
      <w:r w:rsidR="005A50EB" w:rsidRPr="00746685">
        <w:t xml:space="preserve"> OTV Hulín zřízeného u Oblastního ředitelství Ostrava</w:t>
      </w:r>
      <w:r w:rsidR="005A50EB" w:rsidRPr="00746685">
        <w:br/>
        <w:t>(adresa: Nádražní 1361, 768 24 Hulín. GPS souřadnice 49.</w:t>
      </w:r>
      <w:proofErr w:type="gramStart"/>
      <w:r w:rsidR="005A50EB" w:rsidRPr="00746685">
        <w:t>3133019N</w:t>
      </w:r>
      <w:proofErr w:type="gramEnd"/>
      <w:r w:rsidR="005A50EB" w:rsidRPr="00746685">
        <w:t>, 17.4801464E)</w:t>
      </w:r>
      <w:r w:rsidR="00AA25E6" w:rsidRPr="00746685">
        <w:rPr>
          <w:rFonts w:eastAsia="Times New Roman" w:cs="Times New Roman"/>
          <w:lang w:eastAsia="cs-CZ"/>
        </w:rPr>
        <w:t>;</w:t>
      </w:r>
    </w:p>
    <w:p w14:paraId="2B18F168" w14:textId="18870A03" w:rsidR="0058667B" w:rsidRPr="00746685" w:rsidRDefault="0058667B" w:rsidP="0058667B">
      <w:pPr>
        <w:pStyle w:val="Odstavecseseznamem"/>
        <w:numPr>
          <w:ilvl w:val="0"/>
          <w:numId w:val="24"/>
        </w:numPr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46685">
        <w:rPr>
          <w:rFonts w:eastAsia="Times New Roman" w:cs="Times New Roman"/>
          <w:lang w:eastAsia="cs-CZ"/>
        </w:rPr>
        <w:t>Zaškolení minimálně tří osob v místě dodávky pro bezpečnou obsluhu a údržbu</w:t>
      </w:r>
      <w:r w:rsidR="00AA25E6" w:rsidRPr="00746685">
        <w:rPr>
          <w:rFonts w:eastAsia="Times New Roman" w:cs="Times New Roman"/>
          <w:lang w:eastAsia="cs-CZ"/>
        </w:rPr>
        <w:t>;</w:t>
      </w:r>
    </w:p>
    <w:p w14:paraId="20A2364C" w14:textId="068F3D3D" w:rsidR="0058667B" w:rsidRPr="00524EA9" w:rsidRDefault="0058667B" w:rsidP="00AA25E6">
      <w:pPr>
        <w:pStyle w:val="Odstavecseseznamem"/>
        <w:numPr>
          <w:ilvl w:val="0"/>
          <w:numId w:val="24"/>
        </w:numPr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24EA9">
        <w:rPr>
          <w:rFonts w:eastAsia="Times New Roman" w:cs="Times New Roman"/>
          <w:lang w:eastAsia="cs-CZ"/>
        </w:rPr>
        <w:t>Dodací list a záruční list na kompletní technologický celek v</w:t>
      </w:r>
      <w:r w:rsidR="00AA25E6" w:rsidRPr="00524EA9">
        <w:rPr>
          <w:rFonts w:eastAsia="Times New Roman" w:cs="Times New Roman"/>
          <w:lang w:eastAsia="cs-CZ"/>
        </w:rPr>
        <w:t> </w:t>
      </w:r>
      <w:r w:rsidRPr="00524EA9">
        <w:rPr>
          <w:rFonts w:eastAsia="Times New Roman" w:cs="Times New Roman"/>
          <w:lang w:eastAsia="cs-CZ"/>
        </w:rPr>
        <w:t>délce</w:t>
      </w:r>
      <w:r w:rsidR="00AA25E6" w:rsidRPr="00524EA9">
        <w:rPr>
          <w:rFonts w:eastAsia="Times New Roman" w:cs="Times New Roman"/>
          <w:lang w:eastAsia="cs-CZ"/>
        </w:rPr>
        <w:t xml:space="preserve"> minimálně </w:t>
      </w:r>
      <w:r w:rsidRPr="00524EA9">
        <w:rPr>
          <w:rFonts w:eastAsia="Times New Roman" w:cs="Times New Roman"/>
          <w:lang w:eastAsia="cs-CZ"/>
        </w:rPr>
        <w:t>36 měsíců</w:t>
      </w:r>
      <w:r w:rsidR="00AA25E6" w:rsidRPr="00524EA9">
        <w:rPr>
          <w:rFonts w:eastAsia="Times New Roman" w:cs="Times New Roman"/>
          <w:lang w:eastAsia="cs-CZ"/>
        </w:rPr>
        <w:t>;</w:t>
      </w:r>
    </w:p>
    <w:p w14:paraId="54ECA53A" w14:textId="4A673F6E" w:rsidR="0058667B" w:rsidRDefault="0058667B" w:rsidP="0058667B">
      <w:pPr>
        <w:pStyle w:val="Odstavecseseznamem"/>
        <w:numPr>
          <w:ilvl w:val="0"/>
          <w:numId w:val="24"/>
        </w:numPr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8667B">
        <w:rPr>
          <w:rFonts w:eastAsia="Times New Roman" w:cs="Times New Roman"/>
          <w:lang w:eastAsia="cs-CZ"/>
        </w:rPr>
        <w:t>Návod k použití, údržbě a obsluze, základní technický popis zařízení</w:t>
      </w:r>
      <w:r w:rsidR="002E2B08">
        <w:rPr>
          <w:rFonts w:eastAsia="Times New Roman" w:cs="Times New Roman"/>
          <w:lang w:eastAsia="cs-CZ"/>
        </w:rPr>
        <w:t xml:space="preserve"> v CZ jazyce</w:t>
      </w:r>
      <w:r w:rsidR="00AA25E6">
        <w:rPr>
          <w:rFonts w:eastAsia="Times New Roman" w:cs="Times New Roman"/>
          <w:lang w:eastAsia="cs-CZ"/>
        </w:rPr>
        <w:t>;</w:t>
      </w:r>
    </w:p>
    <w:p w14:paraId="7112F101" w14:textId="77777777" w:rsidR="0058667B" w:rsidRPr="00746685" w:rsidRDefault="0058667B" w:rsidP="0058667B">
      <w:pPr>
        <w:pStyle w:val="Odstavecseseznamem"/>
        <w:numPr>
          <w:ilvl w:val="0"/>
          <w:numId w:val="24"/>
        </w:numPr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46685">
        <w:rPr>
          <w:rFonts w:eastAsia="Times New Roman" w:cs="Times New Roman"/>
          <w:lang w:eastAsia="cs-CZ"/>
        </w:rPr>
        <w:t>Prohlášení o shodě celého technologického celku v platném znění zákonů a norem.</w:t>
      </w:r>
    </w:p>
    <w:p w14:paraId="754B1A58" w14:textId="52ECC5F4" w:rsidR="0058667B" w:rsidRPr="00746685" w:rsidRDefault="0058667B" w:rsidP="0058667B">
      <w:pPr>
        <w:pStyle w:val="Odstavecseseznamem"/>
        <w:numPr>
          <w:ilvl w:val="0"/>
          <w:numId w:val="24"/>
        </w:numPr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46685">
        <w:rPr>
          <w:rFonts w:eastAsia="Times New Roman" w:cs="Times New Roman"/>
          <w:lang w:eastAsia="cs-CZ"/>
        </w:rPr>
        <w:t>Revizní zpráva elektroinstalace ke skladu PHM s výdejním zařízením</w:t>
      </w:r>
      <w:r w:rsidR="00AA25E6" w:rsidRPr="00746685">
        <w:rPr>
          <w:rFonts w:eastAsia="Times New Roman" w:cs="Times New Roman"/>
          <w:lang w:eastAsia="cs-CZ"/>
        </w:rPr>
        <w:t>;</w:t>
      </w:r>
    </w:p>
    <w:p w14:paraId="06A3F510" w14:textId="7CE2BB61" w:rsidR="0058667B" w:rsidRPr="00746685" w:rsidRDefault="0058667B" w:rsidP="0058667B">
      <w:pPr>
        <w:pStyle w:val="Odstavecseseznamem"/>
        <w:numPr>
          <w:ilvl w:val="0"/>
          <w:numId w:val="24"/>
        </w:numPr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46685">
        <w:rPr>
          <w:rFonts w:eastAsia="Times New Roman" w:cs="Times New Roman"/>
          <w:lang w:eastAsia="cs-CZ"/>
        </w:rPr>
        <w:t>Protokol o kontrole těsnosti a pevnosti dvouplášťové nádrže</w:t>
      </w:r>
      <w:r w:rsidR="00AA25E6" w:rsidRPr="00746685">
        <w:rPr>
          <w:rFonts w:eastAsia="Times New Roman" w:cs="Times New Roman"/>
          <w:lang w:eastAsia="cs-CZ"/>
        </w:rPr>
        <w:t>;</w:t>
      </w:r>
    </w:p>
    <w:p w14:paraId="4CDA5B79" w14:textId="7DE502B2" w:rsidR="0058667B" w:rsidRPr="00746685" w:rsidRDefault="0058667B" w:rsidP="0058667B">
      <w:pPr>
        <w:pStyle w:val="Odstavecseseznamem"/>
        <w:numPr>
          <w:ilvl w:val="0"/>
          <w:numId w:val="24"/>
        </w:numPr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46685">
        <w:rPr>
          <w:rFonts w:eastAsia="Times New Roman" w:cs="Times New Roman"/>
          <w:lang w:eastAsia="cs-CZ"/>
        </w:rPr>
        <w:t>Po dobu záruční doby provádění technologických prohlídek dle 'ČSN 65 0201 a revizí elektrického zařízení, včetně bezúplatného předání výsledných zpráv</w:t>
      </w:r>
      <w:r w:rsidR="00AA25E6" w:rsidRPr="00746685">
        <w:rPr>
          <w:rFonts w:eastAsia="Times New Roman" w:cs="Times New Roman"/>
          <w:lang w:eastAsia="cs-CZ"/>
        </w:rPr>
        <w:t>;</w:t>
      </w:r>
    </w:p>
    <w:p w14:paraId="2C2046E1" w14:textId="4542C627" w:rsidR="0058667B" w:rsidRPr="00746685" w:rsidRDefault="0058667B" w:rsidP="0058667B">
      <w:pPr>
        <w:pStyle w:val="Odstavecseseznamem"/>
        <w:numPr>
          <w:ilvl w:val="0"/>
          <w:numId w:val="24"/>
        </w:numPr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46685">
        <w:rPr>
          <w:rFonts w:eastAsia="Times New Roman" w:cs="Times New Roman"/>
          <w:lang w:eastAsia="cs-CZ"/>
        </w:rPr>
        <w:t>Zajištění poruchové služby na technologii výdeje PHM v režimu 24/7 po dobu záruční doby v ceně dodávky</w:t>
      </w:r>
      <w:r w:rsidR="00AA25E6" w:rsidRPr="00746685">
        <w:rPr>
          <w:rFonts w:eastAsia="Times New Roman" w:cs="Times New Roman"/>
          <w:lang w:eastAsia="cs-CZ"/>
        </w:rPr>
        <w:t>;</w:t>
      </w:r>
    </w:p>
    <w:p w14:paraId="4D0CC930" w14:textId="1D6C6F15" w:rsidR="0058667B" w:rsidRPr="00746685" w:rsidRDefault="0058667B" w:rsidP="0058667B">
      <w:pPr>
        <w:pStyle w:val="Odstavecseseznamem"/>
        <w:numPr>
          <w:ilvl w:val="0"/>
          <w:numId w:val="24"/>
        </w:numPr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46685">
        <w:rPr>
          <w:rFonts w:eastAsia="Times New Roman" w:cs="Times New Roman"/>
          <w:lang w:eastAsia="cs-CZ"/>
        </w:rPr>
        <w:t>Zajištění přístupu do centrálního systému po dobu záruční doby v ceně dodávky</w:t>
      </w:r>
      <w:r w:rsidR="00AA25E6" w:rsidRPr="00746685">
        <w:rPr>
          <w:rFonts w:eastAsia="Times New Roman" w:cs="Times New Roman"/>
          <w:lang w:eastAsia="cs-CZ"/>
        </w:rPr>
        <w:t>;</w:t>
      </w:r>
    </w:p>
    <w:p w14:paraId="315337CF" w14:textId="4B606B9A" w:rsidR="0058667B" w:rsidRPr="00746685" w:rsidRDefault="0058667B" w:rsidP="0058667B">
      <w:pPr>
        <w:pStyle w:val="Odstavecseseznamem"/>
        <w:numPr>
          <w:ilvl w:val="0"/>
          <w:numId w:val="24"/>
        </w:numPr>
        <w:tabs>
          <w:tab w:val="decimal" w:pos="1488"/>
        </w:tabs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46685">
        <w:rPr>
          <w:rFonts w:eastAsia="Times New Roman" w:cs="Times New Roman"/>
          <w:lang w:eastAsia="cs-CZ"/>
        </w:rPr>
        <w:t>Zajištění přístupu do dohledového centra technologie po dobu záruční doby v ceně dodávky.</w:t>
      </w:r>
    </w:p>
    <w:p w14:paraId="68F2A2CA" w14:textId="77777777" w:rsidR="00AF7AD7" w:rsidRPr="00A65E89" w:rsidRDefault="00AF7AD7" w:rsidP="0058667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90CDC33" w14:textId="77777777" w:rsidR="00CB10D4" w:rsidRPr="00A65E89" w:rsidRDefault="00CB10D4" w:rsidP="0058667B">
      <w:pPr>
        <w:pStyle w:val="Bezmezer"/>
      </w:pPr>
    </w:p>
    <w:p w14:paraId="018D6E13" w14:textId="77777777" w:rsidR="00334EE2" w:rsidRPr="00A65E89" w:rsidRDefault="00334EE2" w:rsidP="0058667B">
      <w:pPr>
        <w:pStyle w:val="Bezmezer"/>
      </w:pPr>
    </w:p>
    <w:p w14:paraId="22F846B0" w14:textId="1FB0FE83" w:rsidR="002E2B08" w:rsidRPr="002F52DB" w:rsidRDefault="002E2B08" w:rsidP="002E2B08">
      <w:pPr>
        <w:pStyle w:val="Nadpis2"/>
      </w:pPr>
      <w:r>
        <w:t>7</w:t>
      </w:r>
      <w:r>
        <w:t>. Technická specifikace, pokyny k vyplnění</w:t>
      </w:r>
    </w:p>
    <w:p w14:paraId="29BCA3BB" w14:textId="77777777" w:rsidR="002E2B08" w:rsidRPr="00C233B5" w:rsidRDefault="002E2B08" w:rsidP="002E2B08">
      <w:pPr>
        <w:pStyle w:val="Odstavecseseznamem"/>
        <w:numPr>
          <w:ilvl w:val="0"/>
          <w:numId w:val="14"/>
        </w:numPr>
        <w:jc w:val="both"/>
        <w:rPr>
          <w:sz w:val="24"/>
          <w:szCs w:val="24"/>
        </w:rPr>
      </w:pPr>
      <w:r w:rsidRPr="00C233B5">
        <w:t xml:space="preserve">Dodavatel </w:t>
      </w:r>
      <w:r w:rsidRPr="00CC2AE6">
        <w:rPr>
          <w:b/>
          <w:bCs/>
        </w:rPr>
        <w:t>doplní v úvodu model (typ) výrobků</w:t>
      </w:r>
      <w:r w:rsidRPr="00C233B5">
        <w:t xml:space="preserve"> (viz níže připojené tabulky)</w:t>
      </w:r>
    </w:p>
    <w:p w14:paraId="44E215F3" w14:textId="77777777" w:rsidR="002E2B08" w:rsidRPr="00C233B5" w:rsidRDefault="002E2B08" w:rsidP="002E2B08">
      <w:pPr>
        <w:pStyle w:val="Odstavecseseznamem"/>
        <w:numPr>
          <w:ilvl w:val="0"/>
          <w:numId w:val="13"/>
        </w:numPr>
      </w:pPr>
      <w:r w:rsidRPr="00C233B5">
        <w:t xml:space="preserve">Dodavatel </w:t>
      </w:r>
      <w:r w:rsidRPr="00CC2AE6">
        <w:rPr>
          <w:b/>
          <w:bCs/>
        </w:rPr>
        <w:t>uvede</w:t>
      </w:r>
      <w:r w:rsidRPr="00C233B5">
        <w:t xml:space="preserve"> u číselných hodnot přesnou hodnotu</w:t>
      </w:r>
      <w:r>
        <w:t xml:space="preserve"> (myšleno parametry nabízeného modelu)</w:t>
      </w:r>
      <w:r w:rsidRPr="00C233B5">
        <w:t xml:space="preserve">, u ostatních údajů </w:t>
      </w:r>
      <w:r>
        <w:t>účastník</w:t>
      </w:r>
      <w:r w:rsidRPr="00C233B5">
        <w:t xml:space="preserve"> uvede ANO/NE, zda splňuje / nesplňuje požadavek zadavatele, případně doplní požadovanou informaci.</w:t>
      </w:r>
      <w:r w:rsidRPr="00C233B5">
        <w:tab/>
      </w:r>
      <w:r w:rsidRPr="00C233B5">
        <w:tab/>
      </w:r>
    </w:p>
    <w:p w14:paraId="3070DD06" w14:textId="0486CD2A" w:rsidR="002E2B08" w:rsidRPr="00BE5A7F" w:rsidRDefault="002E2B08" w:rsidP="002E2B08">
      <w:pPr>
        <w:pStyle w:val="Odstavecseseznamem"/>
        <w:numPr>
          <w:ilvl w:val="0"/>
          <w:numId w:val="13"/>
        </w:numPr>
        <w:jc w:val="both"/>
        <w:rPr>
          <w:b/>
        </w:rPr>
      </w:pPr>
      <w:r w:rsidRPr="00C233B5">
        <w:t xml:space="preserve">Uvedené parametry a výbava případně další požadavky jsou minimálními požadavky </w:t>
      </w:r>
      <w:r>
        <w:t>Z</w:t>
      </w:r>
      <w:r w:rsidRPr="00C233B5">
        <w:t>adavatele, jejich nesplnění (</w:t>
      </w:r>
      <w:proofErr w:type="spellStart"/>
      <w:r w:rsidRPr="00C233B5">
        <w:t>nižší</w:t>
      </w:r>
      <w:r>
        <w:t>-vyšší</w:t>
      </w:r>
      <w:proofErr w:type="spellEnd"/>
      <w:r w:rsidRPr="00C233B5">
        <w:t xml:space="preserve"> hodnota, nebo odpověď NE) je nesplněním zadávacích podmínek.</w:t>
      </w:r>
    </w:p>
    <w:p w14:paraId="32EB963B" w14:textId="77777777" w:rsidR="00A65E89" w:rsidRDefault="00A65E89" w:rsidP="00A65E89">
      <w:pPr>
        <w:pStyle w:val="Bezmezer"/>
      </w:pPr>
    </w:p>
    <w:p w14:paraId="7AE19A06" w14:textId="77777777" w:rsidR="00A65E89" w:rsidRDefault="00A65E89" w:rsidP="00A65E89">
      <w:pPr>
        <w:pStyle w:val="Bezmezer"/>
      </w:pPr>
    </w:p>
    <w:p w14:paraId="6E53E274" w14:textId="77777777" w:rsidR="00A65E89" w:rsidRDefault="00A65E89" w:rsidP="00A65E89">
      <w:pPr>
        <w:pStyle w:val="Bezmezer"/>
      </w:pPr>
    </w:p>
    <w:p w14:paraId="212FC745" w14:textId="77777777" w:rsidR="00A65E89" w:rsidRDefault="00A65E89" w:rsidP="00A65E89">
      <w:pPr>
        <w:pStyle w:val="Bezmezer"/>
      </w:pPr>
    </w:p>
    <w:p w14:paraId="2E5E8528" w14:textId="77777777" w:rsidR="00A65E89" w:rsidRDefault="00A65E89" w:rsidP="00A65E89">
      <w:pPr>
        <w:pStyle w:val="Bezmezer"/>
      </w:pPr>
    </w:p>
    <w:p w14:paraId="212A5A4E" w14:textId="77777777" w:rsidR="00A65E89" w:rsidRDefault="00A65E89" w:rsidP="00A65E89">
      <w:pPr>
        <w:pStyle w:val="Bezmezer"/>
      </w:pPr>
    </w:p>
    <w:tbl>
      <w:tblPr>
        <w:tblW w:w="96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6"/>
        <w:gridCol w:w="2295"/>
        <w:gridCol w:w="2698"/>
      </w:tblGrid>
      <w:tr w:rsidR="006A1CEF" w:rsidRPr="006A1CEF" w14:paraId="276C0552" w14:textId="77777777" w:rsidTr="00C90987">
        <w:trPr>
          <w:trHeight w:val="1535"/>
        </w:trPr>
        <w:tc>
          <w:tcPr>
            <w:tcW w:w="46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32BCBD3F" w14:textId="77777777" w:rsidR="006A1CEF" w:rsidRPr="006A1CEF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A1CE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lastRenderedPageBreak/>
              <w:t>STACIONÁRNÍ SKLAD PRO VÝDEJ PHM</w:t>
            </w:r>
          </w:p>
        </w:tc>
        <w:tc>
          <w:tcPr>
            <w:tcW w:w="2295" w:type="dxa"/>
            <w:tcBorders>
              <w:top w:val="single" w:sz="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0DB4D5FC" w14:textId="6FE96CE4" w:rsidR="006A1CEF" w:rsidRPr="006A1CEF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A1CE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2698" w:type="dxa"/>
            <w:tcBorders>
              <w:top w:val="single" w:sz="8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shd w:val="clear" w:color="000000" w:fill="002B59"/>
            <w:vAlign w:val="center"/>
            <w:hideMark/>
          </w:tcPr>
          <w:p w14:paraId="6D81CB95" w14:textId="461C14B1" w:rsidR="006A1CEF" w:rsidRPr="006A1CEF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A1CE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PARAMETRY NABÍZENÉHO VÝROBKU (uchazeč vyplní hodnoty, případně ANO / NE)</w:t>
            </w:r>
          </w:p>
        </w:tc>
      </w:tr>
      <w:tr w:rsidR="006A1CEF" w:rsidRPr="006A1CEF" w14:paraId="00FFB7D6" w14:textId="77777777" w:rsidTr="002E2B08">
        <w:trPr>
          <w:trHeight w:val="270"/>
        </w:trPr>
        <w:tc>
          <w:tcPr>
            <w:tcW w:w="46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shd w:val="clear" w:color="000000" w:fill="FF5200"/>
            <w:vAlign w:val="center"/>
            <w:hideMark/>
          </w:tcPr>
          <w:p w14:paraId="7614EDBB" w14:textId="106807F9" w:rsidR="006A1CEF" w:rsidRPr="006A1CEF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2"/>
                <w:szCs w:val="22"/>
                <w:lang w:eastAsia="cs-CZ"/>
              </w:rPr>
            </w:pPr>
            <w:r w:rsidRPr="006A1CEF">
              <w:rPr>
                <w:rFonts w:ascii="Verdana" w:eastAsia="Times New Roman" w:hAnsi="Verdana" w:cs="Times New Roman"/>
                <w:b/>
                <w:bCs/>
                <w:color w:val="FFFFFF"/>
                <w:sz w:val="22"/>
                <w:szCs w:val="22"/>
                <w:lang w:eastAsia="cs-CZ"/>
              </w:rPr>
              <w:t>NABÍZENÝ VÝROBEK</w:t>
            </w:r>
            <w:r w:rsidR="002E2B08">
              <w:rPr>
                <w:rFonts w:ascii="Verdana" w:eastAsia="Times New Roman" w:hAnsi="Verdana" w:cs="Times New Roman"/>
                <w:b/>
                <w:bCs/>
                <w:color w:val="FFFFFF"/>
                <w:sz w:val="22"/>
                <w:szCs w:val="22"/>
                <w:lang w:eastAsia="cs-CZ"/>
              </w:rPr>
              <w:t xml:space="preserve"> (TOVÁRNÍ OZNAČENÍ)</w:t>
            </w:r>
            <w:r w:rsidRPr="006A1CEF">
              <w:rPr>
                <w:rFonts w:ascii="Verdana" w:eastAsia="Times New Roman" w:hAnsi="Verdana" w:cs="Times New Roman"/>
                <w:b/>
                <w:bCs/>
                <w:color w:val="FFFFFF"/>
                <w:sz w:val="22"/>
                <w:szCs w:val="22"/>
                <w:lang w:eastAsia="cs-CZ"/>
              </w:rPr>
              <w:t>:</w:t>
            </w:r>
          </w:p>
        </w:tc>
        <w:tc>
          <w:tcPr>
            <w:tcW w:w="229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BF12210" w14:textId="77777777" w:rsidR="006A1CEF" w:rsidRPr="006A1CEF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A1CE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69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B46E7F" w14:textId="4AC33E4A" w:rsidR="006A1CEF" w:rsidRPr="006A1CEF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679B3">
              <w:rPr>
                <w:b/>
                <w:bCs/>
              </w:rPr>
              <w:t>"[</w:t>
            </w:r>
            <w:proofErr w:type="gramStart"/>
            <w:r w:rsidRPr="000679B3">
              <w:rPr>
                <w:b/>
                <w:bCs/>
                <w:highlight w:val="yellow"/>
              </w:rPr>
              <w:t>VLOŽÍ</w:t>
            </w:r>
            <w:proofErr w:type="gramEnd"/>
            <w:r w:rsidRPr="000679B3">
              <w:rPr>
                <w:b/>
                <w:bCs/>
                <w:highlight w:val="yellow"/>
              </w:rPr>
              <w:t xml:space="preserve"> PRODÁVAJÍCÍ</w:t>
            </w:r>
            <w:r w:rsidRPr="000679B3">
              <w:rPr>
                <w:b/>
                <w:bCs/>
              </w:rPr>
              <w:t>]"</w:t>
            </w:r>
          </w:p>
        </w:tc>
      </w:tr>
      <w:tr w:rsidR="006A1CEF" w:rsidRPr="006A1CEF" w14:paraId="338AFA96" w14:textId="77777777" w:rsidTr="002E2B08">
        <w:trPr>
          <w:trHeight w:val="920"/>
        </w:trPr>
        <w:tc>
          <w:tcPr>
            <w:tcW w:w="4636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D3C3AF8" w14:textId="567E2C18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 xml:space="preserve">Výrobek plnící funkci stavby – skladu PHM a výdejního zařízení složený z (ISO kontejneru, vnitřní nádrže na PHM, výdejního </w:t>
            </w:r>
            <w:r w:rsidR="00AA4DA0" w:rsidRPr="00220CC9">
              <w:rPr>
                <w:rFonts w:ascii="Verdana" w:eastAsia="Times New Roman" w:hAnsi="Verdana" w:cs="Times New Roman"/>
                <w:lang w:eastAsia="cs-CZ"/>
              </w:rPr>
              <w:t>stojanu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t xml:space="preserve"> a technologie pro přenos dat)</w:t>
            </w:r>
          </w:p>
        </w:tc>
        <w:tc>
          <w:tcPr>
            <w:tcW w:w="229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AAF3F12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36808" w14:textId="4F4C84FC" w:rsidR="006A1CEF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4E1C58">
              <w:t>"[</w:t>
            </w:r>
            <w:proofErr w:type="gramStart"/>
            <w:r w:rsidRPr="004E1C58">
              <w:rPr>
                <w:highlight w:val="yellow"/>
              </w:rPr>
              <w:t>VLOŽÍ</w:t>
            </w:r>
            <w:proofErr w:type="gramEnd"/>
            <w:r w:rsidRPr="000679B3">
              <w:rPr>
                <w:b/>
                <w:bCs/>
                <w:highlight w:val="yellow"/>
              </w:rPr>
              <w:t xml:space="preserve"> </w:t>
            </w:r>
            <w:r w:rsidRPr="004E1C58">
              <w:rPr>
                <w:highlight w:val="yellow"/>
              </w:rPr>
              <w:t>PRODÁVAJÍCÍ</w:t>
            </w:r>
            <w:r w:rsidRPr="004E1C58">
              <w:t>]"</w:t>
            </w:r>
          </w:p>
        </w:tc>
      </w:tr>
      <w:tr w:rsidR="006A1CEF" w:rsidRPr="006A1CEF" w14:paraId="02F370B8" w14:textId="77777777" w:rsidTr="002E2B08">
        <w:trPr>
          <w:trHeight w:val="184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5BC13BF" w14:textId="5484C26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 xml:space="preserve">Výrobek musí splňovat zákon č. 22/1997 Sb. o technických požadavcích na výrobky, zákon č. 311/2006 Sb. o pohonných hmotách a čerpacích stanicích pohonných hmot, normu ČSN 65 0201 - Hořlavé kapaliny – prostory pro výrobu, skladování a manipulaci, normu ČSN 65 0202 - Hořlavé </w:t>
            </w:r>
            <w:r w:rsidR="00EA4DE4" w:rsidRPr="00220CC9">
              <w:rPr>
                <w:rFonts w:ascii="Verdana" w:eastAsia="Times New Roman" w:hAnsi="Verdana" w:cs="Times New Roman"/>
                <w:lang w:eastAsia="cs-CZ"/>
              </w:rPr>
              <w:t>kapaliny – plnění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t xml:space="preserve"> a stáčení výdejní čerpací stanice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B4E7CA0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FD1E1" w14:textId="45969488" w:rsidR="006A1CEF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4E1C58">
              <w:t>"[</w:t>
            </w:r>
            <w:proofErr w:type="gramStart"/>
            <w:r w:rsidRPr="004E1C58">
              <w:rPr>
                <w:highlight w:val="yellow"/>
              </w:rPr>
              <w:t>VLOŽÍ</w:t>
            </w:r>
            <w:proofErr w:type="gramEnd"/>
            <w:r w:rsidRPr="000679B3">
              <w:rPr>
                <w:b/>
                <w:bCs/>
                <w:highlight w:val="yellow"/>
              </w:rPr>
              <w:t xml:space="preserve"> </w:t>
            </w:r>
            <w:r w:rsidRPr="004E1C58">
              <w:rPr>
                <w:highlight w:val="yellow"/>
              </w:rPr>
              <w:t>PRODÁVAJÍCÍ</w:t>
            </w:r>
            <w:r w:rsidRPr="004E1C58">
              <w:t>]"</w:t>
            </w:r>
          </w:p>
        </w:tc>
      </w:tr>
      <w:tr w:rsidR="006A1CEF" w:rsidRPr="006A1CEF" w14:paraId="36C3068F" w14:textId="77777777" w:rsidTr="002E2B08">
        <w:trPr>
          <w:trHeight w:val="35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037FD5D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Kontejner ISO 10 stop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EFFAD4F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875FC" w14:textId="1568D0CD" w:rsidR="006A1CEF" w:rsidRPr="00220CC9" w:rsidRDefault="005C0653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</w:tr>
      <w:tr w:rsidR="002E2B08" w:rsidRPr="006A1CEF" w14:paraId="4903B474" w14:textId="77777777" w:rsidTr="002E2B08">
        <w:trPr>
          <w:trHeight w:val="46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2DF76C3" w14:textId="26923439" w:rsidR="002E2B08" w:rsidRPr="00220CC9" w:rsidRDefault="002E2B08" w:rsidP="002E2B08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Rozměry kontejneru ISO o velikosti 10 stop (š.=2.438 mm * dl.=2.991 mm)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1DC01D7" w14:textId="77777777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F5744" w14:textId="772689DB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792A">
              <w:t>"[</w:t>
            </w:r>
            <w:proofErr w:type="gramStart"/>
            <w:r w:rsidRPr="0030792A">
              <w:rPr>
                <w:highlight w:val="yellow"/>
              </w:rPr>
              <w:t>VLOŽÍ</w:t>
            </w:r>
            <w:proofErr w:type="gramEnd"/>
            <w:r w:rsidRPr="0030792A">
              <w:rPr>
                <w:b/>
                <w:bCs/>
                <w:highlight w:val="yellow"/>
              </w:rPr>
              <w:t xml:space="preserve"> </w:t>
            </w:r>
            <w:r w:rsidRPr="0030792A">
              <w:rPr>
                <w:highlight w:val="yellow"/>
              </w:rPr>
              <w:t>PRODÁVAJÍCÍ</w:t>
            </w:r>
            <w:r w:rsidRPr="0030792A">
              <w:t>]"</w:t>
            </w:r>
          </w:p>
        </w:tc>
      </w:tr>
      <w:tr w:rsidR="002E2B08" w:rsidRPr="006A1CEF" w14:paraId="51A14B0F" w14:textId="77777777" w:rsidTr="002E2B08">
        <w:trPr>
          <w:trHeight w:val="1977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E2EB483" w14:textId="77777777" w:rsidR="002E2B08" w:rsidRPr="00220CC9" w:rsidRDefault="002E2B08" w:rsidP="002E2B08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Konstrukce kontejneru: nově vyrobený jako celo-svařovaná rámová konstrukce z ocelových profilů a plechů. Konstrukce podlahy musí být zhotovená jako nosná, svařovaná konstrukce z ocelových podélníků a příčníků, podlaha musí být zhotovená z ocelového materiálu. Vrata kontejneru uzamykatelná dvoukřídlá z čelní i zadní strany. Nosné rohové prvky kontejneru normované dle ISO 1161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0CFCE6B" w14:textId="77777777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ECDFD" w14:textId="7E21D542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792A">
              <w:t>"[</w:t>
            </w:r>
            <w:proofErr w:type="gramStart"/>
            <w:r w:rsidRPr="0030792A">
              <w:rPr>
                <w:highlight w:val="yellow"/>
              </w:rPr>
              <w:t>VLOŽÍ</w:t>
            </w:r>
            <w:proofErr w:type="gramEnd"/>
            <w:r w:rsidRPr="0030792A">
              <w:rPr>
                <w:b/>
                <w:bCs/>
                <w:highlight w:val="yellow"/>
              </w:rPr>
              <w:t xml:space="preserve"> </w:t>
            </w:r>
            <w:r w:rsidRPr="0030792A">
              <w:rPr>
                <w:highlight w:val="yellow"/>
              </w:rPr>
              <w:t>PRODÁVAJÍCÍ</w:t>
            </w:r>
            <w:r w:rsidRPr="0030792A">
              <w:t>]"</w:t>
            </w:r>
          </w:p>
        </w:tc>
      </w:tr>
      <w:tr w:rsidR="002E2B08" w:rsidRPr="006A1CEF" w14:paraId="0E68D6EE" w14:textId="77777777" w:rsidTr="002E2B08">
        <w:trPr>
          <w:trHeight w:val="1679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3C96AB9" w14:textId="228001A2" w:rsidR="002E2B08" w:rsidRPr="00220CC9" w:rsidRDefault="002E2B08" w:rsidP="002E2B08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Požadovaná povrchová úprava: uzavřené profily ošetřeny konzervačním prostředkem, ostatní povrchy profilů a plechů musí být před povrchovou úpravou upraveny otryskáním a následně povrchově upraveny dle ČSN EN ISO 12944-5 pro stupeň korozní agresivity C3 dle normy ČSN EN ISO 12944-2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11000BD" w14:textId="77777777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94213" w14:textId="44503B6E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792A">
              <w:t>"[</w:t>
            </w:r>
            <w:proofErr w:type="gramStart"/>
            <w:r w:rsidRPr="0030792A">
              <w:rPr>
                <w:highlight w:val="yellow"/>
              </w:rPr>
              <w:t>VLOŽÍ</w:t>
            </w:r>
            <w:proofErr w:type="gramEnd"/>
            <w:r w:rsidRPr="0030792A">
              <w:rPr>
                <w:b/>
                <w:bCs/>
                <w:highlight w:val="yellow"/>
              </w:rPr>
              <w:t xml:space="preserve"> </w:t>
            </w:r>
            <w:r w:rsidRPr="0030792A">
              <w:rPr>
                <w:highlight w:val="yellow"/>
              </w:rPr>
              <w:t>PRODÁVAJÍCÍ</w:t>
            </w:r>
            <w:r w:rsidRPr="0030792A">
              <w:t>]"</w:t>
            </w:r>
          </w:p>
        </w:tc>
      </w:tr>
      <w:tr w:rsidR="002E2B08" w:rsidRPr="006A1CEF" w14:paraId="625C0CF7" w14:textId="77777777" w:rsidTr="002E2B08">
        <w:trPr>
          <w:trHeight w:val="993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70A1E08" w14:textId="33B11021" w:rsidR="002E2B08" w:rsidRPr="00220CC9" w:rsidRDefault="002E2B08" w:rsidP="002E2B08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 xml:space="preserve">Barevné provedení vnějších ploch a částí kontejneru v odstínu RAL5003, vnitřní povrchy RAL9003, RAL9010, RAL9016, případně podobný odstín světlé barvy 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A2F143E" w14:textId="77777777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84140" w14:textId="30EDD5F1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792A">
              <w:t>"[</w:t>
            </w:r>
            <w:proofErr w:type="gramStart"/>
            <w:r w:rsidRPr="0030792A">
              <w:rPr>
                <w:highlight w:val="yellow"/>
              </w:rPr>
              <w:t>VLOŽÍ</w:t>
            </w:r>
            <w:proofErr w:type="gramEnd"/>
            <w:r w:rsidRPr="0030792A">
              <w:rPr>
                <w:b/>
                <w:bCs/>
                <w:highlight w:val="yellow"/>
              </w:rPr>
              <w:t xml:space="preserve"> </w:t>
            </w:r>
            <w:r w:rsidRPr="0030792A">
              <w:rPr>
                <w:highlight w:val="yellow"/>
              </w:rPr>
              <w:t>PRODÁVAJÍCÍ</w:t>
            </w:r>
            <w:r w:rsidRPr="0030792A">
              <w:t>]"</w:t>
            </w:r>
          </w:p>
        </w:tc>
      </w:tr>
      <w:tr w:rsidR="002E2B08" w:rsidRPr="006A1CEF" w14:paraId="6F2CE8AF" w14:textId="77777777" w:rsidTr="002E2B08">
        <w:trPr>
          <w:trHeight w:val="46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2577451" w14:textId="586B4805" w:rsidR="002E2B08" w:rsidRPr="00220CC9" w:rsidRDefault="002E2B08" w:rsidP="002E2B08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Požadované krytí kontejneru včetně přirozeného větrání při provozní teplotě -20 °C až +35 °C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015FF66" w14:textId="77777777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min. IP 54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3B9D5" w14:textId="1AA5DD17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EB5A21">
              <w:t>"[</w:t>
            </w:r>
            <w:proofErr w:type="gramStart"/>
            <w:r w:rsidRPr="00EB5A21">
              <w:rPr>
                <w:highlight w:val="yellow"/>
              </w:rPr>
              <w:t>VLOŽÍ</w:t>
            </w:r>
            <w:proofErr w:type="gramEnd"/>
            <w:r w:rsidRPr="00EB5A21">
              <w:rPr>
                <w:b/>
                <w:bCs/>
                <w:highlight w:val="yellow"/>
              </w:rPr>
              <w:t xml:space="preserve"> </w:t>
            </w:r>
            <w:r w:rsidRPr="00EB5A21">
              <w:rPr>
                <w:highlight w:val="yellow"/>
              </w:rPr>
              <w:t>PRODÁVAJÍCÍ</w:t>
            </w:r>
            <w:r w:rsidRPr="00EB5A21">
              <w:t>]"</w:t>
            </w:r>
          </w:p>
        </w:tc>
      </w:tr>
      <w:tr w:rsidR="002E2B08" w:rsidRPr="006A1CEF" w14:paraId="10B44213" w14:textId="77777777" w:rsidTr="002E2B08">
        <w:trPr>
          <w:trHeight w:val="69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8E76648" w14:textId="77777777" w:rsidR="002E2B08" w:rsidRPr="00220CC9" w:rsidRDefault="002E2B08" w:rsidP="002E2B08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Kontejner s vnitřním vybavením a vnitřních instalací musí splňovat normu o ochraně před atmosférickým přepětím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04B906D" w14:textId="77777777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08F3E" w14:textId="183C5AF1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EB5A21">
              <w:t>"[</w:t>
            </w:r>
            <w:proofErr w:type="gramStart"/>
            <w:r w:rsidRPr="00EB5A21">
              <w:rPr>
                <w:highlight w:val="yellow"/>
              </w:rPr>
              <w:t>VLOŽÍ</w:t>
            </w:r>
            <w:proofErr w:type="gramEnd"/>
            <w:r w:rsidRPr="00EB5A21">
              <w:rPr>
                <w:b/>
                <w:bCs/>
                <w:highlight w:val="yellow"/>
              </w:rPr>
              <w:t xml:space="preserve"> </w:t>
            </w:r>
            <w:r w:rsidRPr="00EB5A21">
              <w:rPr>
                <w:highlight w:val="yellow"/>
              </w:rPr>
              <w:t>PRODÁVAJÍCÍ</w:t>
            </w:r>
            <w:r w:rsidRPr="00EB5A21">
              <w:t>]"</w:t>
            </w:r>
          </w:p>
        </w:tc>
      </w:tr>
      <w:tr w:rsidR="006A1CEF" w:rsidRPr="006A1CEF" w14:paraId="504DA527" w14:textId="77777777" w:rsidTr="002E2B08">
        <w:trPr>
          <w:trHeight w:val="35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E5792D0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VNITŘNÍ VYBAVENÍ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0A83371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A55E2" w14:textId="59243760" w:rsidR="006A1CEF" w:rsidRPr="00220CC9" w:rsidRDefault="00983ABD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</w:tr>
      <w:tr w:rsidR="006A1CEF" w:rsidRPr="006A1CEF" w14:paraId="4F404399" w14:textId="77777777" w:rsidTr="002E2B08">
        <w:trPr>
          <w:trHeight w:val="2079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DC5B224" w14:textId="1F393332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lastRenderedPageBreak/>
              <w:t>Schránka na hasicí přístroje, včetně</w:t>
            </w:r>
            <w:r w:rsidR="00AA4DA0" w:rsidRPr="00220CC9">
              <w:rPr>
                <w:rFonts w:ascii="Verdana" w:eastAsia="Times New Roman" w:hAnsi="Verdana" w:cs="Times New Roman"/>
                <w:lang w:eastAsia="cs-CZ"/>
              </w:rPr>
              <w:t xml:space="preserve"> dvou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t xml:space="preserve"> hasicích přístrojů, dvouplášťová nádrž na PHM, výdejní stojan</w:t>
            </w:r>
            <w:r w:rsidR="00AA4DA0" w:rsidRPr="00220CC9">
              <w:rPr>
                <w:rFonts w:ascii="Verdana" w:eastAsia="Times New Roman" w:hAnsi="Verdana" w:cs="Times New Roman"/>
                <w:lang w:eastAsia="cs-CZ"/>
              </w:rPr>
              <w:t xml:space="preserve"> PHM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t>, samonavíjecí buben s hadicí a automatickou pistolí, osvětlení</w:t>
            </w:r>
            <w:r w:rsidR="005C4CD2" w:rsidRPr="00220CC9">
              <w:rPr>
                <w:rFonts w:ascii="Verdana" w:eastAsia="Times New Roman" w:hAnsi="Verdana" w:cs="Times New Roman"/>
                <w:lang w:eastAsia="cs-CZ"/>
              </w:rPr>
              <w:t>m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t xml:space="preserve"> výdejní a skladovací části včetně elektroinstalace dle příslušných norem, základní havarijní sada a plastové vany na úkapy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44FFB47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7915B" w14:textId="3CCD0F35" w:rsidR="006A1CEF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4E1C58">
              <w:t>"[</w:t>
            </w:r>
            <w:proofErr w:type="gramStart"/>
            <w:r w:rsidRPr="004E1C58">
              <w:rPr>
                <w:highlight w:val="yellow"/>
              </w:rPr>
              <w:t>VLOŽÍ</w:t>
            </w:r>
            <w:proofErr w:type="gramEnd"/>
            <w:r w:rsidRPr="000679B3">
              <w:rPr>
                <w:b/>
                <w:bCs/>
                <w:highlight w:val="yellow"/>
              </w:rPr>
              <w:t xml:space="preserve"> </w:t>
            </w:r>
            <w:r w:rsidRPr="004E1C58">
              <w:rPr>
                <w:highlight w:val="yellow"/>
              </w:rPr>
              <w:t>PRODÁVAJÍCÍ</w:t>
            </w:r>
            <w:r w:rsidRPr="004E1C58">
              <w:t>]"</w:t>
            </w:r>
          </w:p>
        </w:tc>
      </w:tr>
      <w:tr w:rsidR="006A1CEF" w:rsidRPr="006A1CEF" w14:paraId="4C70FD42" w14:textId="77777777" w:rsidTr="002E2B08">
        <w:trPr>
          <w:trHeight w:val="35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F6E2204" w14:textId="2056E47B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 xml:space="preserve">NÁDŘŽ NA </w:t>
            </w:r>
            <w:r w:rsidRPr="00983AB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PHM (</w:t>
            </w:r>
            <w:r w:rsidR="00983ABD" w:rsidRPr="00983AB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nafta motorová)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F1BE0B2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80693" w14:textId="1F29BA2B" w:rsidR="006A1CEF" w:rsidRPr="00220CC9" w:rsidRDefault="00983ABD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</w:tr>
      <w:tr w:rsidR="002E2B08" w:rsidRPr="006A1CEF" w14:paraId="25B9C9C2" w14:textId="77777777" w:rsidTr="002E2B08">
        <w:trPr>
          <w:trHeight w:val="203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5B0AE3C" w14:textId="77777777" w:rsidR="002E2B08" w:rsidRPr="00220CC9" w:rsidRDefault="002E2B08" w:rsidP="002E2B08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Objem nádrže (využitelný v litrech)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61904CC" w14:textId="5343E0D0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2.900 až 3.100 litrů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9C727" w14:textId="2259935C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74604">
              <w:t>"[</w:t>
            </w:r>
            <w:proofErr w:type="gramStart"/>
            <w:r w:rsidRPr="00B74604">
              <w:rPr>
                <w:highlight w:val="yellow"/>
              </w:rPr>
              <w:t>VLOŽÍ</w:t>
            </w:r>
            <w:proofErr w:type="gramEnd"/>
            <w:r w:rsidRPr="00B74604">
              <w:rPr>
                <w:b/>
                <w:bCs/>
                <w:highlight w:val="yellow"/>
              </w:rPr>
              <w:t xml:space="preserve"> </w:t>
            </w:r>
            <w:r w:rsidRPr="00B74604">
              <w:rPr>
                <w:highlight w:val="yellow"/>
              </w:rPr>
              <w:t>PRODÁVAJÍCÍ</w:t>
            </w:r>
            <w:r w:rsidRPr="00B74604">
              <w:t>]"</w:t>
            </w:r>
          </w:p>
        </w:tc>
      </w:tr>
      <w:tr w:rsidR="002E2B08" w:rsidRPr="006A1CEF" w14:paraId="5D783AF0" w14:textId="77777777" w:rsidTr="002E2B08">
        <w:trPr>
          <w:trHeight w:val="92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37DDFDB" w14:textId="2BDAB664" w:rsidR="002E2B08" w:rsidRPr="00220CC9" w:rsidRDefault="002E2B08" w:rsidP="002E2B08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 xml:space="preserve">Dvouplášťová nádrž na PHM </w:t>
            </w:r>
            <w:r>
              <w:rPr>
                <w:rFonts w:ascii="Verdana" w:eastAsia="Times New Roman" w:hAnsi="Verdana" w:cs="Times New Roman"/>
                <w:lang w:eastAsia="cs-CZ"/>
              </w:rPr>
              <w:t>(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t>NM</w:t>
            </w:r>
            <w:r>
              <w:rPr>
                <w:rFonts w:ascii="Verdana" w:eastAsia="Times New Roman" w:hAnsi="Verdana" w:cs="Times New Roman"/>
                <w:lang w:eastAsia="cs-CZ"/>
              </w:rPr>
              <w:t>)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t xml:space="preserve"> zhotovená z ocelových materiálů opatřená ochranným nátěrem a vnitřní nádrží zhotovenou z antikorozní ocele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F01C03A" w14:textId="77777777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871F3" w14:textId="2A08F51B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74604">
              <w:t>"[</w:t>
            </w:r>
            <w:proofErr w:type="gramStart"/>
            <w:r w:rsidRPr="00B74604">
              <w:rPr>
                <w:highlight w:val="yellow"/>
              </w:rPr>
              <w:t>VLOŽÍ</w:t>
            </w:r>
            <w:proofErr w:type="gramEnd"/>
            <w:r w:rsidRPr="00B74604">
              <w:rPr>
                <w:b/>
                <w:bCs/>
                <w:highlight w:val="yellow"/>
              </w:rPr>
              <w:t xml:space="preserve"> </w:t>
            </w:r>
            <w:r w:rsidRPr="00B74604">
              <w:rPr>
                <w:highlight w:val="yellow"/>
              </w:rPr>
              <w:t>PRODÁVAJÍCÍ</w:t>
            </w:r>
            <w:r w:rsidRPr="00B74604">
              <w:t>]"</w:t>
            </w:r>
          </w:p>
        </w:tc>
      </w:tr>
      <w:tr w:rsidR="002E2B08" w:rsidRPr="006A1CEF" w14:paraId="30F894F8" w14:textId="77777777" w:rsidTr="002E2B08">
        <w:trPr>
          <w:trHeight w:val="46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879E3D9" w14:textId="28D5892D" w:rsidR="002E2B08" w:rsidRPr="00220CC9" w:rsidRDefault="002E2B08" w:rsidP="002E2B08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Možnost spodního plnění z autocisterny se vstupní armaturou nádrže GOSSLER 3"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726F3CB" w14:textId="77777777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3852B" w14:textId="59C05087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74604">
              <w:t>"[</w:t>
            </w:r>
            <w:proofErr w:type="gramStart"/>
            <w:r w:rsidRPr="00B74604">
              <w:rPr>
                <w:highlight w:val="yellow"/>
              </w:rPr>
              <w:t>VLOŽÍ</w:t>
            </w:r>
            <w:proofErr w:type="gramEnd"/>
            <w:r w:rsidRPr="00B74604">
              <w:rPr>
                <w:b/>
                <w:bCs/>
                <w:highlight w:val="yellow"/>
              </w:rPr>
              <w:t xml:space="preserve"> </w:t>
            </w:r>
            <w:r w:rsidRPr="00B74604">
              <w:rPr>
                <w:highlight w:val="yellow"/>
              </w:rPr>
              <w:t>PRODÁVAJÍCÍ</w:t>
            </w:r>
            <w:r w:rsidRPr="00B74604">
              <w:t>]"</w:t>
            </w:r>
          </w:p>
        </w:tc>
      </w:tr>
      <w:tr w:rsidR="002E2B08" w:rsidRPr="006A1CEF" w14:paraId="652B6422" w14:textId="77777777" w:rsidTr="002E2B08">
        <w:trPr>
          <w:trHeight w:val="46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B77B979" w14:textId="74401A67" w:rsidR="002E2B08" w:rsidRPr="00220CC9" w:rsidRDefault="002E2B08" w:rsidP="002E2B08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 xml:space="preserve">Možnost plnění nádrže z </w:t>
            </w:r>
            <w:r>
              <w:rPr>
                <w:rFonts w:ascii="Verdana" w:eastAsia="Times New Roman" w:hAnsi="Verdana" w:cs="Times New Roman"/>
                <w:lang w:eastAsia="cs-CZ"/>
              </w:rPr>
              <w:t>auto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t>cisterny výdejní hadicí DN32"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B132675" w14:textId="77777777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725A1" w14:textId="067852E4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74604">
              <w:t>"[</w:t>
            </w:r>
            <w:proofErr w:type="gramStart"/>
            <w:r w:rsidRPr="00B74604">
              <w:rPr>
                <w:highlight w:val="yellow"/>
              </w:rPr>
              <w:t>VLOŽÍ</w:t>
            </w:r>
            <w:proofErr w:type="gramEnd"/>
            <w:r w:rsidRPr="00B74604">
              <w:rPr>
                <w:b/>
                <w:bCs/>
                <w:highlight w:val="yellow"/>
              </w:rPr>
              <w:t xml:space="preserve"> </w:t>
            </w:r>
            <w:r w:rsidRPr="00B74604">
              <w:rPr>
                <w:highlight w:val="yellow"/>
              </w:rPr>
              <w:t>PRODÁVAJÍCÍ</w:t>
            </w:r>
            <w:r w:rsidRPr="00B74604">
              <w:t>]"</w:t>
            </w:r>
          </w:p>
        </w:tc>
      </w:tr>
      <w:tr w:rsidR="002E2B08" w:rsidRPr="006A1CEF" w14:paraId="2924F6DB" w14:textId="77777777" w:rsidTr="002E2B08">
        <w:trPr>
          <w:trHeight w:val="46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CAD539A" w14:textId="77777777" w:rsidR="002E2B08" w:rsidRPr="00220CC9" w:rsidRDefault="002E2B08" w:rsidP="002E2B08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Bezpečnostní kulový ventil, zpětná klapka, protiprachové zátky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06D2053" w14:textId="77777777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DE0C6" w14:textId="0948F0AA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74604">
              <w:t>"[</w:t>
            </w:r>
            <w:proofErr w:type="gramStart"/>
            <w:r w:rsidRPr="00B74604">
              <w:rPr>
                <w:highlight w:val="yellow"/>
              </w:rPr>
              <w:t>VLOŽÍ</w:t>
            </w:r>
            <w:proofErr w:type="gramEnd"/>
            <w:r w:rsidRPr="00B74604">
              <w:rPr>
                <w:b/>
                <w:bCs/>
                <w:highlight w:val="yellow"/>
              </w:rPr>
              <w:t xml:space="preserve"> </w:t>
            </w:r>
            <w:r w:rsidRPr="00B74604">
              <w:rPr>
                <w:highlight w:val="yellow"/>
              </w:rPr>
              <w:t>PRODÁVAJÍCÍ</w:t>
            </w:r>
            <w:r w:rsidRPr="00B74604">
              <w:t>]"</w:t>
            </w:r>
          </w:p>
        </w:tc>
      </w:tr>
      <w:tr w:rsidR="002E2B08" w:rsidRPr="006A1CEF" w14:paraId="0A45F7AA" w14:textId="77777777" w:rsidTr="002E2B08">
        <w:trPr>
          <w:trHeight w:val="322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A1EEAC1" w14:textId="77777777" w:rsidR="002E2B08" w:rsidRPr="00220CC9" w:rsidRDefault="002E2B08" w:rsidP="002E2B08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Ochrana proti přeplnění s elektronickým alarmem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F20B49F" w14:textId="77777777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E0EAF" w14:textId="55B4DCDD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74604">
              <w:t>"[</w:t>
            </w:r>
            <w:proofErr w:type="gramStart"/>
            <w:r w:rsidRPr="00B74604">
              <w:rPr>
                <w:highlight w:val="yellow"/>
              </w:rPr>
              <w:t>VLOŽÍ</w:t>
            </w:r>
            <w:proofErr w:type="gramEnd"/>
            <w:r w:rsidRPr="00B74604">
              <w:rPr>
                <w:b/>
                <w:bCs/>
                <w:highlight w:val="yellow"/>
              </w:rPr>
              <w:t xml:space="preserve"> </w:t>
            </w:r>
            <w:r w:rsidRPr="00B74604">
              <w:rPr>
                <w:highlight w:val="yellow"/>
              </w:rPr>
              <w:t>PRODÁVAJÍCÍ</w:t>
            </w:r>
            <w:r w:rsidRPr="00B74604">
              <w:t>]"</w:t>
            </w:r>
          </w:p>
        </w:tc>
      </w:tr>
      <w:tr w:rsidR="002E2B08" w:rsidRPr="006A1CEF" w14:paraId="5F572739" w14:textId="77777777" w:rsidTr="002E2B08">
        <w:trPr>
          <w:trHeight w:val="19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93AEF0E" w14:textId="68CBC124" w:rsidR="002E2B08" w:rsidRPr="00220CC9" w:rsidRDefault="002E2B08" w:rsidP="002E2B08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Odkalovací armatura s možností zaplombování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4F1ABB4" w14:textId="77777777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4D408" w14:textId="46B046E1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74604">
              <w:t>"[</w:t>
            </w:r>
            <w:proofErr w:type="gramStart"/>
            <w:r w:rsidRPr="00B74604">
              <w:rPr>
                <w:highlight w:val="yellow"/>
              </w:rPr>
              <w:t>VLOŽÍ</w:t>
            </w:r>
            <w:proofErr w:type="gramEnd"/>
            <w:r w:rsidRPr="00B74604">
              <w:rPr>
                <w:b/>
                <w:bCs/>
                <w:highlight w:val="yellow"/>
              </w:rPr>
              <w:t xml:space="preserve"> </w:t>
            </w:r>
            <w:r w:rsidRPr="00B74604">
              <w:rPr>
                <w:highlight w:val="yellow"/>
              </w:rPr>
              <w:t>PRODÁVAJÍCÍ</w:t>
            </w:r>
            <w:r w:rsidRPr="00B74604">
              <w:t>]"</w:t>
            </w:r>
          </w:p>
        </w:tc>
      </w:tr>
      <w:tr w:rsidR="002E2B08" w:rsidRPr="006A1CEF" w14:paraId="22023655" w14:textId="77777777" w:rsidTr="002E2B08">
        <w:trPr>
          <w:trHeight w:val="27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D889A43" w14:textId="166D5B88" w:rsidR="002E2B08" w:rsidRPr="00220CC9" w:rsidRDefault="002E2B08" w:rsidP="002E2B08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Systém pro hlídaní meziprostoru nádrže dle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br/>
              <w:t>ČSN EN</w:t>
            </w:r>
            <w:r>
              <w:rPr>
                <w:rFonts w:ascii="Verdana" w:eastAsia="Times New Roman" w:hAnsi="Verdana" w:cs="Times New Roman"/>
                <w:lang w:eastAsia="cs-CZ"/>
              </w:rPr>
              <w:t xml:space="preserve"> </w:t>
            </w:r>
            <w:r w:rsidRPr="00220CC9">
              <w:rPr>
                <w:rFonts w:ascii="Verdana" w:eastAsia="Times New Roman" w:hAnsi="Verdana" w:cs="Times New Roman"/>
                <w:lang w:eastAsia="cs-CZ"/>
              </w:rPr>
              <w:t>13160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C92CD09" w14:textId="77777777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0C429" w14:textId="413E72BC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74604">
              <w:t>"[</w:t>
            </w:r>
            <w:proofErr w:type="gramStart"/>
            <w:r w:rsidRPr="00B74604">
              <w:rPr>
                <w:highlight w:val="yellow"/>
              </w:rPr>
              <w:t>VLOŽÍ</w:t>
            </w:r>
            <w:proofErr w:type="gramEnd"/>
            <w:r w:rsidRPr="00B74604">
              <w:rPr>
                <w:b/>
                <w:bCs/>
                <w:highlight w:val="yellow"/>
              </w:rPr>
              <w:t xml:space="preserve"> </w:t>
            </w:r>
            <w:r w:rsidRPr="00B74604">
              <w:rPr>
                <w:highlight w:val="yellow"/>
              </w:rPr>
              <w:t>PRODÁVAJÍCÍ</w:t>
            </w:r>
            <w:r w:rsidRPr="00B74604">
              <w:t>]"</w:t>
            </w:r>
          </w:p>
        </w:tc>
      </w:tr>
      <w:tr w:rsidR="002E2B08" w:rsidRPr="006A1CEF" w14:paraId="5A31BFE5" w14:textId="77777777" w:rsidTr="002E2B08">
        <w:trPr>
          <w:trHeight w:val="27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9EB21C3" w14:textId="07042831" w:rsidR="002E2B08" w:rsidRPr="00220CC9" w:rsidRDefault="002E2B08" w:rsidP="002E2B08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 xml:space="preserve">Měrná tyč a </w:t>
            </w:r>
            <w:proofErr w:type="spellStart"/>
            <w:r w:rsidRPr="00220CC9">
              <w:rPr>
                <w:rFonts w:ascii="Verdana" w:eastAsia="Times New Roman" w:hAnsi="Verdana" w:cs="Times New Roman"/>
                <w:lang w:eastAsia="cs-CZ"/>
              </w:rPr>
              <w:t>litrovací</w:t>
            </w:r>
            <w:proofErr w:type="spellEnd"/>
            <w:r w:rsidRPr="00220CC9">
              <w:rPr>
                <w:rFonts w:ascii="Verdana" w:eastAsia="Times New Roman" w:hAnsi="Verdana" w:cs="Times New Roman"/>
                <w:lang w:eastAsia="cs-CZ"/>
              </w:rPr>
              <w:t xml:space="preserve"> tabulky nádrže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C7B093C" w14:textId="77777777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E2300" w14:textId="6F515FF1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74604">
              <w:t>"[</w:t>
            </w:r>
            <w:proofErr w:type="gramStart"/>
            <w:r w:rsidRPr="00B74604">
              <w:rPr>
                <w:highlight w:val="yellow"/>
              </w:rPr>
              <w:t>VLOŽÍ</w:t>
            </w:r>
            <w:proofErr w:type="gramEnd"/>
            <w:r w:rsidRPr="00B74604">
              <w:rPr>
                <w:b/>
                <w:bCs/>
                <w:highlight w:val="yellow"/>
              </w:rPr>
              <w:t xml:space="preserve"> </w:t>
            </w:r>
            <w:r w:rsidRPr="00B74604">
              <w:rPr>
                <w:highlight w:val="yellow"/>
              </w:rPr>
              <w:t>PRODÁVAJÍCÍ</w:t>
            </w:r>
            <w:r w:rsidRPr="00B74604">
              <w:t>]"</w:t>
            </w:r>
          </w:p>
        </w:tc>
      </w:tr>
      <w:tr w:rsidR="002E2B08" w:rsidRPr="006A1CEF" w14:paraId="284EB329" w14:textId="77777777" w:rsidTr="002E2B08">
        <w:trPr>
          <w:trHeight w:val="46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19B88A3" w14:textId="77777777" w:rsidR="002E2B08" w:rsidRPr="00220CC9" w:rsidRDefault="002E2B08" w:rsidP="002E2B08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Bezpečnostní odvětrávaní vyvedené mimo skladovací prostor s ochranou proti dešti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6D5A3E5" w14:textId="77777777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D3107" w14:textId="1CBB52E3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74604">
              <w:t>"[</w:t>
            </w:r>
            <w:proofErr w:type="gramStart"/>
            <w:r w:rsidRPr="00B74604">
              <w:rPr>
                <w:highlight w:val="yellow"/>
              </w:rPr>
              <w:t>VLOŽÍ</w:t>
            </w:r>
            <w:proofErr w:type="gramEnd"/>
            <w:r w:rsidRPr="00B74604">
              <w:rPr>
                <w:b/>
                <w:bCs/>
                <w:highlight w:val="yellow"/>
              </w:rPr>
              <w:t xml:space="preserve"> </w:t>
            </w:r>
            <w:r w:rsidRPr="00B74604">
              <w:rPr>
                <w:highlight w:val="yellow"/>
              </w:rPr>
              <w:t>PRODÁVAJÍCÍ</w:t>
            </w:r>
            <w:r w:rsidRPr="00B74604">
              <w:t>]"</w:t>
            </w:r>
          </w:p>
        </w:tc>
      </w:tr>
      <w:tr w:rsidR="002E2B08" w:rsidRPr="006A1CEF" w14:paraId="6C246956" w14:textId="77777777" w:rsidTr="002E2B08">
        <w:trPr>
          <w:trHeight w:val="1049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E3BE8A9" w14:textId="6F3E9E72" w:rsidR="002E2B08" w:rsidRPr="00220CC9" w:rsidRDefault="002E2B08" w:rsidP="002E2B08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Magnetostrikční sonda kontinuálního měření hladiny produktu z antikorozní ocele a s elektronickým zobrazením aktuálního množství PHM při aktuální teplotě, množstvím při ATC na 15 °C a množství případných kalů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B598127" w14:textId="77777777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C5C0F" w14:textId="742A1E20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74604">
              <w:t>"[</w:t>
            </w:r>
            <w:proofErr w:type="gramStart"/>
            <w:r w:rsidRPr="00B74604">
              <w:rPr>
                <w:highlight w:val="yellow"/>
              </w:rPr>
              <w:t>VLOŽÍ</w:t>
            </w:r>
            <w:proofErr w:type="gramEnd"/>
            <w:r w:rsidRPr="00B74604">
              <w:rPr>
                <w:b/>
                <w:bCs/>
                <w:highlight w:val="yellow"/>
              </w:rPr>
              <w:t xml:space="preserve"> </w:t>
            </w:r>
            <w:r w:rsidRPr="00B74604">
              <w:rPr>
                <w:highlight w:val="yellow"/>
              </w:rPr>
              <w:t>PRODÁVAJÍCÍ</w:t>
            </w:r>
            <w:r w:rsidRPr="00B74604">
              <w:t>]"</w:t>
            </w:r>
          </w:p>
        </w:tc>
      </w:tr>
      <w:tr w:rsidR="006A1CEF" w:rsidRPr="006A1CEF" w14:paraId="1FF2835F" w14:textId="77777777" w:rsidTr="002E2B08">
        <w:trPr>
          <w:trHeight w:val="35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BEA09CB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VÝDEJNÍ ZAŘÍZENÍ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C868CD5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5AA4A" w14:textId="44C53935" w:rsidR="006A1CEF" w:rsidRPr="00220CC9" w:rsidRDefault="00983ABD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</w:tr>
      <w:tr w:rsidR="002E2B08" w:rsidRPr="006A1CEF" w14:paraId="2926E3AE" w14:textId="77777777" w:rsidTr="002E2B08">
        <w:trPr>
          <w:trHeight w:val="648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5A6869D" w14:textId="77777777" w:rsidR="002E2B08" w:rsidRPr="00220CC9" w:rsidRDefault="002E2B08" w:rsidP="002E2B08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Výdejní stojan včetně filtru, metrologického ověření a přepočtem vydaného množství (ATC +15 °C)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08715BB" w14:textId="77777777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97D40" w14:textId="692EBEDC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E5880">
              <w:t>"[</w:t>
            </w:r>
            <w:proofErr w:type="gramStart"/>
            <w:r w:rsidRPr="003E5880">
              <w:rPr>
                <w:highlight w:val="yellow"/>
              </w:rPr>
              <w:t>VLOŽÍ</w:t>
            </w:r>
            <w:proofErr w:type="gramEnd"/>
            <w:r w:rsidRPr="003E5880">
              <w:rPr>
                <w:b/>
                <w:bCs/>
                <w:highlight w:val="yellow"/>
              </w:rPr>
              <w:t xml:space="preserve"> </w:t>
            </w:r>
            <w:r w:rsidRPr="003E5880">
              <w:rPr>
                <w:highlight w:val="yellow"/>
              </w:rPr>
              <w:t>PRODÁVAJÍCÍ</w:t>
            </w:r>
            <w:r w:rsidRPr="003E5880">
              <w:t>]"</w:t>
            </w:r>
          </w:p>
        </w:tc>
      </w:tr>
      <w:tr w:rsidR="002E2B08" w:rsidRPr="006A1CEF" w14:paraId="21974BB5" w14:textId="77777777" w:rsidTr="002E2B08">
        <w:trPr>
          <w:trHeight w:val="46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3F96579" w14:textId="77777777" w:rsidR="002E2B08" w:rsidRPr="00220CC9" w:rsidRDefault="002E2B08" w:rsidP="002E2B08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Ochrana proti zneužití formou R-FID čipů (po přihlášení "skladníka" a "stroje")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1B6B5F1" w14:textId="77777777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E9000" w14:textId="23AE2FEB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E5880">
              <w:t>"[</w:t>
            </w:r>
            <w:proofErr w:type="gramStart"/>
            <w:r w:rsidRPr="003E5880">
              <w:rPr>
                <w:highlight w:val="yellow"/>
              </w:rPr>
              <w:t>VLOŽÍ</w:t>
            </w:r>
            <w:proofErr w:type="gramEnd"/>
            <w:r w:rsidRPr="003E5880">
              <w:rPr>
                <w:b/>
                <w:bCs/>
                <w:highlight w:val="yellow"/>
              </w:rPr>
              <w:t xml:space="preserve"> </w:t>
            </w:r>
            <w:r w:rsidRPr="003E5880">
              <w:rPr>
                <w:highlight w:val="yellow"/>
              </w:rPr>
              <w:t>PRODÁVAJÍCÍ</w:t>
            </w:r>
            <w:r w:rsidRPr="003E5880">
              <w:t>]"</w:t>
            </w:r>
          </w:p>
        </w:tc>
      </w:tr>
      <w:tr w:rsidR="002E2B08" w:rsidRPr="006A1CEF" w14:paraId="643B8B49" w14:textId="77777777" w:rsidTr="002E2B08">
        <w:trPr>
          <w:trHeight w:val="46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4403466" w14:textId="73E0C981" w:rsidR="002E2B08" w:rsidRPr="00220CC9" w:rsidRDefault="002E2B08" w:rsidP="002E2B08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Volitelný výdejní výkon (min.40 litrů/minutu a až min. 70 litrů/minutu)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E26F821" w14:textId="77777777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A0A57" w14:textId="460F1C45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E5880">
              <w:t>"[</w:t>
            </w:r>
            <w:proofErr w:type="gramStart"/>
            <w:r w:rsidRPr="003E5880">
              <w:rPr>
                <w:highlight w:val="yellow"/>
              </w:rPr>
              <w:t>VLOŽÍ</w:t>
            </w:r>
            <w:proofErr w:type="gramEnd"/>
            <w:r w:rsidRPr="003E5880">
              <w:rPr>
                <w:b/>
                <w:bCs/>
                <w:highlight w:val="yellow"/>
              </w:rPr>
              <w:t xml:space="preserve"> </w:t>
            </w:r>
            <w:r w:rsidRPr="003E5880">
              <w:rPr>
                <w:highlight w:val="yellow"/>
              </w:rPr>
              <w:t>PRODÁVAJÍCÍ</w:t>
            </w:r>
            <w:r w:rsidRPr="003E5880">
              <w:t>]"</w:t>
            </w:r>
          </w:p>
        </w:tc>
      </w:tr>
      <w:tr w:rsidR="002E2B08" w:rsidRPr="006A1CEF" w14:paraId="03DEBD8E" w14:textId="77777777" w:rsidTr="002E2B08">
        <w:trPr>
          <w:trHeight w:val="46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B5B6DFF" w14:textId="13E14366" w:rsidR="002E2B08" w:rsidRPr="00220CC9" w:rsidRDefault="002E2B08" w:rsidP="002E2B08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Tiskárna dokladů (datum, čas, přihlášená osoba, stroj a vydané množství)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D97C0DA" w14:textId="77777777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E56A5" w14:textId="73056DC7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E5880">
              <w:t>"[</w:t>
            </w:r>
            <w:proofErr w:type="gramStart"/>
            <w:r w:rsidRPr="003E5880">
              <w:rPr>
                <w:highlight w:val="yellow"/>
              </w:rPr>
              <w:t>VLOŽÍ</w:t>
            </w:r>
            <w:proofErr w:type="gramEnd"/>
            <w:r w:rsidRPr="003E5880">
              <w:rPr>
                <w:b/>
                <w:bCs/>
                <w:highlight w:val="yellow"/>
              </w:rPr>
              <w:t xml:space="preserve"> </w:t>
            </w:r>
            <w:r w:rsidRPr="003E5880">
              <w:rPr>
                <w:highlight w:val="yellow"/>
              </w:rPr>
              <w:t>PRODÁVAJÍCÍ</w:t>
            </w:r>
            <w:r w:rsidRPr="003E5880">
              <w:t>]"</w:t>
            </w:r>
          </w:p>
        </w:tc>
      </w:tr>
      <w:tr w:rsidR="002E2B08" w:rsidRPr="006A1CEF" w14:paraId="4F01E580" w14:textId="77777777" w:rsidTr="002E2B08">
        <w:trPr>
          <w:trHeight w:val="46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31A9A40" w14:textId="215B653C" w:rsidR="002E2B08" w:rsidRPr="00220CC9" w:rsidRDefault="002E2B08" w:rsidP="002E2B08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Klávesnice pro možnost zadání doplňkových informací (např. stav moto-hodin)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E9C3C6C" w14:textId="77777777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6FDC2" w14:textId="74292BD6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E5880">
              <w:t>"[</w:t>
            </w:r>
            <w:proofErr w:type="gramStart"/>
            <w:r w:rsidRPr="003E5880">
              <w:rPr>
                <w:highlight w:val="yellow"/>
              </w:rPr>
              <w:t>VLOŽÍ</w:t>
            </w:r>
            <w:proofErr w:type="gramEnd"/>
            <w:r w:rsidRPr="003E5880">
              <w:rPr>
                <w:b/>
                <w:bCs/>
                <w:highlight w:val="yellow"/>
              </w:rPr>
              <w:t xml:space="preserve"> </w:t>
            </w:r>
            <w:r w:rsidRPr="003E5880">
              <w:rPr>
                <w:highlight w:val="yellow"/>
              </w:rPr>
              <w:t>PRODÁVAJÍCÍ</w:t>
            </w:r>
            <w:r w:rsidRPr="003E5880">
              <w:t>]"</w:t>
            </w:r>
          </w:p>
        </w:tc>
      </w:tr>
      <w:tr w:rsidR="002E2B08" w:rsidRPr="006A1CEF" w14:paraId="5FFCC488" w14:textId="77777777" w:rsidTr="002E2B08">
        <w:trPr>
          <w:trHeight w:val="46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6CE3A2B" w14:textId="77777777" w:rsidR="002E2B08" w:rsidRPr="00220CC9" w:rsidRDefault="002E2B08" w:rsidP="002E2B08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Samonavíjecí buben pro výdejní hadici s automatickou výdejní pistolí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09A2EDC" w14:textId="77777777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459FB" w14:textId="563F8715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E5880">
              <w:t>"[</w:t>
            </w:r>
            <w:proofErr w:type="gramStart"/>
            <w:r w:rsidRPr="003E5880">
              <w:rPr>
                <w:highlight w:val="yellow"/>
              </w:rPr>
              <w:t>VLOŽÍ</w:t>
            </w:r>
            <w:proofErr w:type="gramEnd"/>
            <w:r w:rsidRPr="003E5880">
              <w:rPr>
                <w:b/>
                <w:bCs/>
                <w:highlight w:val="yellow"/>
              </w:rPr>
              <w:t xml:space="preserve"> </w:t>
            </w:r>
            <w:r w:rsidRPr="003E5880">
              <w:rPr>
                <w:highlight w:val="yellow"/>
              </w:rPr>
              <w:t>PRODÁVAJÍCÍ</w:t>
            </w:r>
            <w:r w:rsidRPr="003E5880">
              <w:t>]"</w:t>
            </w:r>
          </w:p>
        </w:tc>
      </w:tr>
      <w:tr w:rsidR="002E2B08" w:rsidRPr="00983ABD" w14:paraId="295AD777" w14:textId="77777777" w:rsidTr="002E2B08">
        <w:trPr>
          <w:trHeight w:val="27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F0C6C3F" w14:textId="4C5FF798" w:rsidR="002E2B08" w:rsidRPr="00A80823" w:rsidRDefault="002E2B08" w:rsidP="002E2B08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A80823">
              <w:rPr>
                <w:rFonts w:ascii="Verdana" w:eastAsia="Times New Roman" w:hAnsi="Verdana" w:cs="Times New Roman"/>
                <w:lang w:eastAsia="cs-CZ"/>
              </w:rPr>
              <w:t>Délka výdejní hadice minimálně 25 metrů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AA19ABC" w14:textId="77777777" w:rsidR="002E2B08" w:rsidRPr="00A80823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A80823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9DCDD" w14:textId="263D9BD0" w:rsidR="002E2B08" w:rsidRPr="00A80823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E5880">
              <w:t>"[</w:t>
            </w:r>
            <w:proofErr w:type="gramStart"/>
            <w:r w:rsidRPr="003E5880">
              <w:rPr>
                <w:highlight w:val="yellow"/>
              </w:rPr>
              <w:t>VLOŽÍ</w:t>
            </w:r>
            <w:proofErr w:type="gramEnd"/>
            <w:r w:rsidRPr="003E5880">
              <w:rPr>
                <w:b/>
                <w:bCs/>
                <w:highlight w:val="yellow"/>
              </w:rPr>
              <w:t xml:space="preserve"> </w:t>
            </w:r>
            <w:r w:rsidRPr="003E5880">
              <w:rPr>
                <w:highlight w:val="yellow"/>
              </w:rPr>
              <w:t>PRODÁVAJÍCÍ</w:t>
            </w:r>
            <w:r w:rsidRPr="003E5880">
              <w:t>]"</w:t>
            </w:r>
          </w:p>
        </w:tc>
      </w:tr>
      <w:tr w:rsidR="006A1CEF" w:rsidRPr="006A1CEF" w14:paraId="29233F8A" w14:textId="77777777" w:rsidTr="002E2B08">
        <w:trPr>
          <w:trHeight w:val="35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D08A728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HW + SW VYBAVENÍ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0016279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BBDF6" w14:textId="2B4CAC42" w:rsidR="006A1CEF" w:rsidRPr="00220CC9" w:rsidRDefault="00983ABD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</w:tr>
      <w:tr w:rsidR="002E2B08" w:rsidRPr="006A1CEF" w14:paraId="75EBCB17" w14:textId="77777777" w:rsidTr="002E2B08">
        <w:trPr>
          <w:trHeight w:val="46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8495B50" w14:textId="77777777" w:rsidR="002E2B08" w:rsidRPr="00220CC9" w:rsidRDefault="002E2B08" w:rsidP="002E2B08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LTE modem pro přenos dat (provozovatel zajistí dodání SIM karty s tarifem DATA + SMS)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140ED8B" w14:textId="77777777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5D365" w14:textId="22630E2E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E047C">
              <w:t>"[</w:t>
            </w:r>
            <w:proofErr w:type="gramStart"/>
            <w:r w:rsidRPr="002E047C">
              <w:rPr>
                <w:highlight w:val="yellow"/>
              </w:rPr>
              <w:t>VLOŽÍ</w:t>
            </w:r>
            <w:proofErr w:type="gramEnd"/>
            <w:r w:rsidRPr="002E047C">
              <w:rPr>
                <w:b/>
                <w:bCs/>
                <w:highlight w:val="yellow"/>
              </w:rPr>
              <w:t xml:space="preserve"> </w:t>
            </w:r>
            <w:r w:rsidRPr="002E047C">
              <w:rPr>
                <w:highlight w:val="yellow"/>
              </w:rPr>
              <w:t>PRODÁVAJÍCÍ</w:t>
            </w:r>
            <w:r w:rsidRPr="002E047C">
              <w:t>]"</w:t>
            </w:r>
          </w:p>
        </w:tc>
      </w:tr>
      <w:tr w:rsidR="002E2B08" w:rsidRPr="006A1CEF" w14:paraId="46D25599" w14:textId="77777777" w:rsidTr="002E2B08">
        <w:trPr>
          <w:trHeight w:val="46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1DB25DE" w14:textId="77777777" w:rsidR="002E2B08" w:rsidRPr="00220CC9" w:rsidRDefault="002E2B08" w:rsidP="002E2B08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Náhled na výdej ve webovém rozhraní bez omezení počtu uživatelů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F48A0DE" w14:textId="77777777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06228" w14:textId="6F8EAA22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E047C">
              <w:t>"[</w:t>
            </w:r>
            <w:proofErr w:type="gramStart"/>
            <w:r w:rsidRPr="002E047C">
              <w:rPr>
                <w:highlight w:val="yellow"/>
              </w:rPr>
              <w:t>VLOŽÍ</w:t>
            </w:r>
            <w:proofErr w:type="gramEnd"/>
            <w:r w:rsidRPr="002E047C">
              <w:rPr>
                <w:b/>
                <w:bCs/>
                <w:highlight w:val="yellow"/>
              </w:rPr>
              <w:t xml:space="preserve"> </w:t>
            </w:r>
            <w:r w:rsidRPr="002E047C">
              <w:rPr>
                <w:highlight w:val="yellow"/>
              </w:rPr>
              <w:t>PRODÁVAJÍCÍ</w:t>
            </w:r>
            <w:r w:rsidRPr="002E047C">
              <w:t>]"</w:t>
            </w:r>
          </w:p>
        </w:tc>
      </w:tr>
      <w:tr w:rsidR="002E2B08" w:rsidRPr="006A1CEF" w14:paraId="1044D991" w14:textId="77777777" w:rsidTr="002E2B08">
        <w:trPr>
          <w:trHeight w:val="27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E2AA9D9" w14:textId="54469123" w:rsidR="002E2B08" w:rsidRPr="00220CC9" w:rsidRDefault="002E2B08" w:rsidP="002E2B08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Přenesená data s možností zpracování v MS excel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5C2A674" w14:textId="77777777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86197" w14:textId="5F68BB2A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E047C">
              <w:t>"[</w:t>
            </w:r>
            <w:proofErr w:type="gramStart"/>
            <w:r w:rsidRPr="002E047C">
              <w:rPr>
                <w:highlight w:val="yellow"/>
              </w:rPr>
              <w:t>VLOŽÍ</w:t>
            </w:r>
            <w:proofErr w:type="gramEnd"/>
            <w:r w:rsidRPr="002E047C">
              <w:rPr>
                <w:b/>
                <w:bCs/>
                <w:highlight w:val="yellow"/>
              </w:rPr>
              <w:t xml:space="preserve"> </w:t>
            </w:r>
            <w:r w:rsidRPr="002E047C">
              <w:rPr>
                <w:highlight w:val="yellow"/>
              </w:rPr>
              <w:t>PRODÁVAJÍCÍ</w:t>
            </w:r>
            <w:r w:rsidRPr="002E047C">
              <w:t>]"</w:t>
            </w:r>
          </w:p>
        </w:tc>
      </w:tr>
      <w:tr w:rsidR="006A1CEF" w:rsidRPr="006A1CEF" w14:paraId="419327CE" w14:textId="77777777" w:rsidTr="002E2B08">
        <w:trPr>
          <w:trHeight w:val="564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C5B3EE2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lastRenderedPageBreak/>
              <w:t>Přenášená data musí obsahovat: datum, čas, přihlášená osoba/stroj vydané množství, vydané množství při ATC 15 °C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3882837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B7DBA" w14:textId="21CD2A04" w:rsidR="006A1CEF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4E1C58">
              <w:t>"[</w:t>
            </w:r>
            <w:proofErr w:type="gramStart"/>
            <w:r w:rsidRPr="004E1C58">
              <w:rPr>
                <w:highlight w:val="yellow"/>
              </w:rPr>
              <w:t>VLOŽÍ</w:t>
            </w:r>
            <w:proofErr w:type="gramEnd"/>
            <w:r w:rsidRPr="000679B3">
              <w:rPr>
                <w:b/>
                <w:bCs/>
                <w:highlight w:val="yellow"/>
              </w:rPr>
              <w:t xml:space="preserve"> </w:t>
            </w:r>
            <w:r w:rsidRPr="004E1C58">
              <w:rPr>
                <w:highlight w:val="yellow"/>
              </w:rPr>
              <w:t>PRODÁVAJÍCÍ</w:t>
            </w:r>
            <w:r w:rsidRPr="004E1C58">
              <w:t>]"</w:t>
            </w:r>
          </w:p>
        </w:tc>
      </w:tr>
      <w:tr w:rsidR="006A1CEF" w:rsidRPr="006A1CEF" w14:paraId="132837FE" w14:textId="77777777" w:rsidTr="002E2B08">
        <w:trPr>
          <w:trHeight w:val="259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56ADE81" w14:textId="77777777" w:rsidR="006A1CEF" w:rsidRPr="00220CC9" w:rsidRDefault="006A1CEF" w:rsidP="006A1CE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INSTALACE A PŘIPOJENÍ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FE6DE72" w14:textId="77777777" w:rsidR="006A1CEF" w:rsidRPr="00220CC9" w:rsidRDefault="006A1CEF" w:rsidP="006A1C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07E40" w14:textId="406F7B50" w:rsidR="006A1CEF" w:rsidRPr="00220CC9" w:rsidRDefault="00983ABD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</w:tr>
      <w:tr w:rsidR="002E2B08" w:rsidRPr="006A1CEF" w14:paraId="583DA1E7" w14:textId="77777777" w:rsidTr="002E2B08">
        <w:trPr>
          <w:trHeight w:val="394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8F8BD7B" w14:textId="77777777" w:rsidR="002E2B08" w:rsidRPr="00220CC9" w:rsidRDefault="002E2B08" w:rsidP="002E2B08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Zajištění přepravy na místo, instalace, připojení a zprovoznění výrobku dodavatelem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989BF9F" w14:textId="77777777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9097C" w14:textId="5A77296F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C7A76">
              <w:t>"[</w:t>
            </w:r>
            <w:proofErr w:type="gramStart"/>
            <w:r w:rsidRPr="002C7A76">
              <w:rPr>
                <w:highlight w:val="yellow"/>
              </w:rPr>
              <w:t>VLOŽÍ</w:t>
            </w:r>
            <w:proofErr w:type="gramEnd"/>
            <w:r w:rsidRPr="002C7A76">
              <w:rPr>
                <w:b/>
                <w:bCs/>
                <w:highlight w:val="yellow"/>
              </w:rPr>
              <w:t xml:space="preserve"> </w:t>
            </w:r>
            <w:r w:rsidRPr="002C7A76">
              <w:rPr>
                <w:highlight w:val="yellow"/>
              </w:rPr>
              <w:t>PRODÁVAJÍCÍ</w:t>
            </w:r>
            <w:r w:rsidRPr="002C7A76">
              <w:t>]"</w:t>
            </w:r>
          </w:p>
        </w:tc>
      </w:tr>
      <w:tr w:rsidR="002E2B08" w:rsidRPr="006A1CEF" w14:paraId="7D2A9776" w14:textId="77777777" w:rsidTr="002E2B08">
        <w:trPr>
          <w:trHeight w:val="46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F78FC2D" w14:textId="77777777" w:rsidR="002E2B08" w:rsidRPr="00220CC9" w:rsidRDefault="002E2B08" w:rsidP="002E2B08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Připojení výrobku připraveným pohyblivým přívodem NN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F6F1B58" w14:textId="77777777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8E65F" w14:textId="701056E1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C7A76">
              <w:t>"[</w:t>
            </w:r>
            <w:proofErr w:type="gramStart"/>
            <w:r w:rsidRPr="002C7A76">
              <w:rPr>
                <w:highlight w:val="yellow"/>
              </w:rPr>
              <w:t>VLOŽÍ</w:t>
            </w:r>
            <w:proofErr w:type="gramEnd"/>
            <w:r w:rsidRPr="002C7A76">
              <w:rPr>
                <w:b/>
                <w:bCs/>
                <w:highlight w:val="yellow"/>
              </w:rPr>
              <w:t xml:space="preserve"> </w:t>
            </w:r>
            <w:r w:rsidRPr="002C7A76">
              <w:rPr>
                <w:highlight w:val="yellow"/>
              </w:rPr>
              <w:t>PRODÁVAJÍCÍ</w:t>
            </w:r>
            <w:r w:rsidRPr="002C7A76">
              <w:t>]"</w:t>
            </w:r>
          </w:p>
        </w:tc>
      </w:tr>
      <w:tr w:rsidR="002E2B08" w:rsidRPr="006A1CEF" w14:paraId="0900D27E" w14:textId="77777777" w:rsidTr="002E2B08">
        <w:trPr>
          <w:trHeight w:val="270"/>
        </w:trPr>
        <w:tc>
          <w:tcPr>
            <w:tcW w:w="4636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601789C" w14:textId="499EE445" w:rsidR="002E2B08" w:rsidRPr="00220CC9" w:rsidRDefault="002E2B08" w:rsidP="002E2B08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Možnost napájení náhradním proudovým zdrojem</w:t>
            </w:r>
          </w:p>
        </w:tc>
        <w:tc>
          <w:tcPr>
            <w:tcW w:w="229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17CE47E" w14:textId="77777777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220CC9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69E3A" w14:textId="1FEFD85F" w:rsidR="002E2B08" w:rsidRPr="00220CC9" w:rsidRDefault="002E2B08" w:rsidP="002E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2C7A76">
              <w:t>"[</w:t>
            </w:r>
            <w:proofErr w:type="gramStart"/>
            <w:r w:rsidRPr="002C7A76">
              <w:rPr>
                <w:highlight w:val="yellow"/>
              </w:rPr>
              <w:t>VLOŽÍ</w:t>
            </w:r>
            <w:proofErr w:type="gramEnd"/>
            <w:r w:rsidRPr="002C7A76">
              <w:rPr>
                <w:b/>
                <w:bCs/>
                <w:highlight w:val="yellow"/>
              </w:rPr>
              <w:t xml:space="preserve"> </w:t>
            </w:r>
            <w:r w:rsidRPr="002C7A76">
              <w:rPr>
                <w:highlight w:val="yellow"/>
              </w:rPr>
              <w:t>PRODÁVAJÍCÍ</w:t>
            </w:r>
            <w:r w:rsidRPr="002C7A76">
              <w:t>]"</w:t>
            </w:r>
          </w:p>
        </w:tc>
      </w:tr>
    </w:tbl>
    <w:p w14:paraId="461AA225" w14:textId="77777777" w:rsidR="006A1CEF" w:rsidRPr="00334EE2" w:rsidRDefault="006A1CEF" w:rsidP="00220CC9"/>
    <w:sectPr w:rsidR="006A1CEF" w:rsidRPr="00334EE2" w:rsidSect="005748DF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7" w:right="1417" w:bottom="1417" w:left="1417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3CA9F" w14:textId="77777777" w:rsidR="00C207B8" w:rsidRDefault="00C207B8" w:rsidP="00962258">
      <w:pPr>
        <w:spacing w:after="0" w:line="240" w:lineRule="auto"/>
      </w:pPr>
      <w:r>
        <w:separator/>
      </w:r>
    </w:p>
  </w:endnote>
  <w:endnote w:type="continuationSeparator" w:id="0">
    <w:p w14:paraId="1286D535" w14:textId="77777777" w:rsidR="00C207B8" w:rsidRDefault="00C207B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993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2667D" w14:paraId="60661F03" w14:textId="77777777" w:rsidTr="002E2B0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009E069" w14:textId="32D6E375" w:rsidR="00E2667D" w:rsidRPr="00B8518B" w:rsidRDefault="00E2667D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03AA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03AA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F2FDEC" w14:textId="77777777" w:rsidR="00E2667D" w:rsidRDefault="00E2667D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044884" w14:textId="77777777" w:rsidR="00E2667D" w:rsidRDefault="00E2667D" w:rsidP="0040211C">
          <w:pPr>
            <w:pStyle w:val="Zpat"/>
            <w:jc w:val="center"/>
          </w:pPr>
        </w:p>
      </w:tc>
      <w:tc>
        <w:tcPr>
          <w:tcW w:w="2921" w:type="dxa"/>
        </w:tcPr>
        <w:p w14:paraId="6D5E9424" w14:textId="77777777" w:rsidR="00E2667D" w:rsidRDefault="00E2667D" w:rsidP="00D831A3">
          <w:pPr>
            <w:pStyle w:val="Zpat"/>
          </w:pPr>
        </w:p>
      </w:tc>
    </w:tr>
  </w:tbl>
  <w:p w14:paraId="48C0B2B2" w14:textId="77777777" w:rsidR="00E2667D" w:rsidRPr="00B8518B" w:rsidRDefault="00E2667D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AE9284" wp14:editId="13379BB0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6FC03E4F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2667D" w14:paraId="6E131A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5A61FC" w14:textId="33A9495D" w:rsidR="00E2667D" w:rsidRPr="00B8518B" w:rsidRDefault="00E2667D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03AA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03AA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6DA02B" w14:textId="77777777" w:rsidR="00E2667D" w:rsidRDefault="00E2667D" w:rsidP="005A4944">
          <w:pPr>
            <w:pStyle w:val="Zpat"/>
          </w:pPr>
          <w:r>
            <w:t>Správa železnic, státní organizace</w:t>
          </w:r>
        </w:p>
        <w:p w14:paraId="56A65E20" w14:textId="77777777" w:rsidR="00E2667D" w:rsidRDefault="00E2667D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775C4F2" w14:textId="77777777" w:rsidR="00E2667D" w:rsidRDefault="00E2667D" w:rsidP="005A4944">
          <w:pPr>
            <w:pStyle w:val="Zpat"/>
          </w:pPr>
          <w:r>
            <w:t>Sídlo: Dlážděná 1003/7, 110 00 Praha 1</w:t>
          </w:r>
        </w:p>
        <w:p w14:paraId="0C115128" w14:textId="77777777" w:rsidR="00E2667D" w:rsidRDefault="00E2667D" w:rsidP="005A4944">
          <w:pPr>
            <w:pStyle w:val="Zpat"/>
          </w:pPr>
          <w:r>
            <w:t>IČO: 709 94 234 DIČ: CZ 709 94 234</w:t>
          </w:r>
        </w:p>
        <w:p w14:paraId="0F632BD3" w14:textId="1E072765" w:rsidR="00E2667D" w:rsidRDefault="00E2667D" w:rsidP="00D015F4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6A94EB48" w14:textId="77777777" w:rsidR="00E2667D" w:rsidRDefault="00E2667D" w:rsidP="005A4944">
          <w:pPr>
            <w:pStyle w:val="Zpat"/>
          </w:pPr>
        </w:p>
      </w:tc>
    </w:tr>
  </w:tbl>
  <w:p w14:paraId="6DF5F94F" w14:textId="77777777" w:rsidR="00E2667D" w:rsidRPr="00B8518B" w:rsidRDefault="00E2667D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BB3D2F9" wp14:editId="0CB15C19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66A56000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0B26E30F" wp14:editId="6DE15DDC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70263040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6A4982" w14:textId="77777777" w:rsidR="00E2667D" w:rsidRPr="00460660" w:rsidRDefault="00E2667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95F1E" w14:textId="77777777" w:rsidR="00C207B8" w:rsidRDefault="00C207B8" w:rsidP="00962258">
      <w:pPr>
        <w:spacing w:after="0" w:line="240" w:lineRule="auto"/>
      </w:pPr>
      <w:r>
        <w:separator/>
      </w:r>
    </w:p>
  </w:footnote>
  <w:footnote w:type="continuationSeparator" w:id="0">
    <w:p w14:paraId="3D0DDFE1" w14:textId="77777777" w:rsidR="00C207B8" w:rsidRDefault="00C207B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2667D" w14:paraId="2FE739C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21D92E" w14:textId="77777777" w:rsidR="00E2667D" w:rsidRPr="00B8518B" w:rsidRDefault="00E2667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95920D" w14:textId="77777777" w:rsidR="00E2667D" w:rsidRDefault="00E2667D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10DC7B" w14:textId="77777777" w:rsidR="00E2667D" w:rsidRPr="00D6163D" w:rsidRDefault="00E2667D" w:rsidP="00D6163D">
          <w:pPr>
            <w:pStyle w:val="Druhdokumentu"/>
          </w:pPr>
        </w:p>
      </w:tc>
    </w:tr>
  </w:tbl>
  <w:p w14:paraId="54A0014C" w14:textId="77777777" w:rsidR="00E2667D" w:rsidRPr="00D6163D" w:rsidRDefault="00E2667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2667D" w:rsidRPr="002A6AEA" w14:paraId="3FD79E07" w14:textId="77777777" w:rsidTr="00961FBA">
      <w:trPr>
        <w:trHeight w:hRule="exact" w:val="1306"/>
      </w:trPr>
      <w:tc>
        <w:tcPr>
          <w:tcW w:w="1361" w:type="dxa"/>
          <w:tcMar>
            <w:left w:w="0" w:type="dxa"/>
            <w:right w:w="0" w:type="dxa"/>
          </w:tcMar>
        </w:tcPr>
        <w:p w14:paraId="077A3203" w14:textId="77777777" w:rsidR="00E2667D" w:rsidRPr="00B8518B" w:rsidRDefault="00E2667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DD5954" w14:textId="77777777" w:rsidR="00E2667D" w:rsidRDefault="00E2667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C714102" w14:textId="320074F4" w:rsidR="00E2667D" w:rsidRPr="002A6AEA" w:rsidRDefault="00E2667D" w:rsidP="00E55D97">
          <w:pPr>
            <w:pStyle w:val="Druhdokumentu"/>
            <w:jc w:val="left"/>
            <w:rPr>
              <w:sz w:val="22"/>
              <w:szCs w:val="22"/>
            </w:rPr>
          </w:pPr>
          <w:r>
            <w:rPr>
              <w:sz w:val="24"/>
              <w:szCs w:val="24"/>
            </w:rPr>
            <w:t xml:space="preserve">Příloha č. 1 </w:t>
          </w:r>
          <w:r w:rsidRPr="002A6AEA">
            <w:rPr>
              <w:sz w:val="24"/>
              <w:szCs w:val="24"/>
            </w:rPr>
            <w:t xml:space="preserve">– </w:t>
          </w:r>
          <w:r w:rsidR="002E2B08">
            <w:rPr>
              <w:sz w:val="24"/>
              <w:szCs w:val="24"/>
            </w:rPr>
            <w:t xml:space="preserve">Specifikace předmětu veřejné zakázky – TECHNICKÉ POŽADAVKY </w:t>
          </w:r>
        </w:p>
      </w:tc>
    </w:tr>
    <w:tr w:rsidR="00E2667D" w14:paraId="6904D335" w14:textId="77777777" w:rsidTr="00961FBA">
      <w:trPr>
        <w:trHeight w:hRule="exact" w:val="1319"/>
      </w:trPr>
      <w:tc>
        <w:tcPr>
          <w:tcW w:w="1361" w:type="dxa"/>
          <w:tcMar>
            <w:left w:w="0" w:type="dxa"/>
            <w:right w:w="0" w:type="dxa"/>
          </w:tcMar>
        </w:tcPr>
        <w:p w14:paraId="4DD64424" w14:textId="77777777" w:rsidR="00E2667D" w:rsidRPr="00B8518B" w:rsidRDefault="00E2667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00EB80" w14:textId="77777777" w:rsidR="00E2667D" w:rsidRDefault="00E2667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E575FD9" w14:textId="77777777" w:rsidR="00E2667D" w:rsidRPr="00D6163D" w:rsidRDefault="00E2667D" w:rsidP="00FC6389">
          <w:pPr>
            <w:pStyle w:val="Druhdokumentu"/>
          </w:pPr>
        </w:p>
      </w:tc>
    </w:tr>
  </w:tbl>
  <w:p w14:paraId="79278E1D" w14:textId="77777777" w:rsidR="00E2667D" w:rsidRPr="00D6163D" w:rsidRDefault="00E2667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575C5839" wp14:editId="0CB15FC5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3" name="Obrázek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83E405" w14:textId="77777777" w:rsidR="00E2667D" w:rsidRPr="00460660" w:rsidRDefault="00E2667D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7E46A42"/>
    <w:multiLevelType w:val="hybridMultilevel"/>
    <w:tmpl w:val="80C0EC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83DC1"/>
    <w:multiLevelType w:val="hybridMultilevel"/>
    <w:tmpl w:val="8B0CCD7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E05A5F"/>
    <w:multiLevelType w:val="multilevel"/>
    <w:tmpl w:val="0D34D660"/>
    <w:numStyleLink w:val="ListBulletmultilevel"/>
  </w:abstractNum>
  <w:abstractNum w:abstractNumId="8" w15:restartNumberingAfterBreak="0">
    <w:nsid w:val="1F2760FE"/>
    <w:multiLevelType w:val="hybridMultilevel"/>
    <w:tmpl w:val="BBF09D5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A1A5746"/>
    <w:multiLevelType w:val="hybridMultilevel"/>
    <w:tmpl w:val="BF360BF8"/>
    <w:lvl w:ilvl="0" w:tplc="040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D276D3E"/>
    <w:multiLevelType w:val="hybridMultilevel"/>
    <w:tmpl w:val="8F2AE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A96213"/>
    <w:multiLevelType w:val="multilevel"/>
    <w:tmpl w:val="D2C8E4B0"/>
    <w:lvl w:ilvl="0">
      <w:start w:val="1"/>
      <w:numFmt w:val="bullet"/>
      <w:lvlText w:val=""/>
      <w:lvlJc w:val="left"/>
      <w:pPr>
        <w:tabs>
          <w:tab w:val="decimal" w:pos="1488"/>
        </w:tabs>
        <w:ind w:left="1776"/>
      </w:pPr>
      <w:rPr>
        <w:rFonts w:ascii="Symbol" w:hAnsi="Symbol" w:hint="default"/>
        <w:strike w:val="0"/>
        <w:color w:val="000000"/>
        <w:spacing w:val="1"/>
        <w:w w:val="100"/>
        <w:sz w:val="18"/>
        <w:vertAlign w:val="baseli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F191159"/>
    <w:multiLevelType w:val="hybridMultilevel"/>
    <w:tmpl w:val="7F0C75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E365223"/>
    <w:multiLevelType w:val="hybridMultilevel"/>
    <w:tmpl w:val="B290EDE4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  <w:b w:val="0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B75763"/>
    <w:multiLevelType w:val="hybridMultilevel"/>
    <w:tmpl w:val="EA9C10C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BBC0F80"/>
    <w:multiLevelType w:val="hybridMultilevel"/>
    <w:tmpl w:val="C53E7A26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B22F38"/>
    <w:multiLevelType w:val="multilevel"/>
    <w:tmpl w:val="55BEB290"/>
    <w:lvl w:ilvl="0">
      <w:start w:val="1"/>
      <w:numFmt w:val="bullet"/>
      <w:lvlText w:val="o"/>
      <w:lvlJc w:val="left"/>
      <w:pPr>
        <w:tabs>
          <w:tab w:val="decimal" w:pos="432"/>
        </w:tabs>
        <w:ind w:left="720"/>
      </w:pPr>
      <w:rPr>
        <w:rFonts w:ascii="Courier New" w:hAnsi="Courier New"/>
        <w:strike w:val="0"/>
        <w:color w:val="000000"/>
        <w:spacing w:val="11"/>
        <w:w w:val="100"/>
        <w:sz w:val="17"/>
        <w:vertAlign w:val="baseli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435FDD"/>
    <w:multiLevelType w:val="hybridMultilevel"/>
    <w:tmpl w:val="CDDE37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4070991"/>
    <w:multiLevelType w:val="multilevel"/>
    <w:tmpl w:val="CABE99FC"/>
    <w:numStyleLink w:val="ListNumbermultilevel"/>
  </w:abstractNum>
  <w:abstractNum w:abstractNumId="25" w15:restartNumberingAfterBreak="0">
    <w:nsid w:val="7BAF35D9"/>
    <w:multiLevelType w:val="hybridMultilevel"/>
    <w:tmpl w:val="EB1AC2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8229421">
    <w:abstractNumId w:val="5"/>
  </w:num>
  <w:num w:numId="2" w16cid:durableId="1736932189">
    <w:abstractNumId w:val="0"/>
  </w:num>
  <w:num w:numId="3" w16cid:durableId="1194807851">
    <w:abstractNumId w:val="24"/>
  </w:num>
  <w:num w:numId="4" w16cid:durableId="967390479">
    <w:abstractNumId w:val="7"/>
  </w:num>
  <w:num w:numId="5" w16cid:durableId="400101144">
    <w:abstractNumId w:val="19"/>
  </w:num>
  <w:num w:numId="6" w16cid:durableId="492179503">
    <w:abstractNumId w:val="13"/>
  </w:num>
  <w:num w:numId="7" w16cid:durableId="188227054">
    <w:abstractNumId w:val="16"/>
  </w:num>
  <w:num w:numId="8" w16cid:durableId="1441677610">
    <w:abstractNumId w:val="6"/>
  </w:num>
  <w:num w:numId="9" w16cid:durableId="205218817">
    <w:abstractNumId w:val="21"/>
  </w:num>
  <w:num w:numId="10" w16cid:durableId="1677152385">
    <w:abstractNumId w:val="3"/>
  </w:num>
  <w:num w:numId="11" w16cid:durableId="804003955">
    <w:abstractNumId w:val="4"/>
  </w:num>
  <w:num w:numId="12" w16cid:durableId="1040012196">
    <w:abstractNumId w:val="23"/>
  </w:num>
  <w:num w:numId="13" w16cid:durableId="763183591">
    <w:abstractNumId w:val="17"/>
  </w:num>
  <w:num w:numId="14" w16cid:durableId="1021053205">
    <w:abstractNumId w:val="14"/>
  </w:num>
  <w:num w:numId="15" w16cid:durableId="707533601">
    <w:abstractNumId w:val="11"/>
  </w:num>
  <w:num w:numId="16" w16cid:durableId="2077363016">
    <w:abstractNumId w:val="20"/>
  </w:num>
  <w:num w:numId="17" w16cid:durableId="1927768224">
    <w:abstractNumId w:val="9"/>
  </w:num>
  <w:num w:numId="18" w16cid:durableId="564145516">
    <w:abstractNumId w:val="12"/>
  </w:num>
  <w:num w:numId="19" w16cid:durableId="1088191686">
    <w:abstractNumId w:val="25"/>
  </w:num>
  <w:num w:numId="20" w16cid:durableId="513496722">
    <w:abstractNumId w:val="18"/>
  </w:num>
  <w:num w:numId="21" w16cid:durableId="659424796">
    <w:abstractNumId w:val="8"/>
  </w:num>
  <w:num w:numId="22" w16cid:durableId="273706938">
    <w:abstractNumId w:val="2"/>
  </w:num>
  <w:num w:numId="23" w16cid:durableId="229735751">
    <w:abstractNumId w:val="22"/>
  </w:num>
  <w:num w:numId="24" w16cid:durableId="402870977">
    <w:abstractNumId w:val="1"/>
  </w:num>
  <w:num w:numId="25" w16cid:durableId="1522552135">
    <w:abstractNumId w:val="15"/>
  </w:num>
  <w:num w:numId="26" w16cid:durableId="933248875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02305"/>
    <w:rsid w:val="0001380D"/>
    <w:rsid w:val="00017526"/>
    <w:rsid w:val="0004300C"/>
    <w:rsid w:val="00047CB8"/>
    <w:rsid w:val="000558AB"/>
    <w:rsid w:val="00060FEE"/>
    <w:rsid w:val="00072C1E"/>
    <w:rsid w:val="000731F6"/>
    <w:rsid w:val="00081784"/>
    <w:rsid w:val="0008575D"/>
    <w:rsid w:val="000A290F"/>
    <w:rsid w:val="000B4EB8"/>
    <w:rsid w:val="000C41F2"/>
    <w:rsid w:val="000D22C4"/>
    <w:rsid w:val="000D27D1"/>
    <w:rsid w:val="000D347F"/>
    <w:rsid w:val="000F41C7"/>
    <w:rsid w:val="0010281E"/>
    <w:rsid w:val="00114472"/>
    <w:rsid w:val="001150F2"/>
    <w:rsid w:val="00115B58"/>
    <w:rsid w:val="00152480"/>
    <w:rsid w:val="00153C13"/>
    <w:rsid w:val="00170EC5"/>
    <w:rsid w:val="00172B3C"/>
    <w:rsid w:val="001747C1"/>
    <w:rsid w:val="00186692"/>
    <w:rsid w:val="00190B15"/>
    <w:rsid w:val="00197CD5"/>
    <w:rsid w:val="001A131F"/>
    <w:rsid w:val="001B1147"/>
    <w:rsid w:val="001B24E5"/>
    <w:rsid w:val="001B4E74"/>
    <w:rsid w:val="001D66BD"/>
    <w:rsid w:val="001D6CCE"/>
    <w:rsid w:val="00201F23"/>
    <w:rsid w:val="00207DF5"/>
    <w:rsid w:val="00220CC9"/>
    <w:rsid w:val="00242B9F"/>
    <w:rsid w:val="00261A5B"/>
    <w:rsid w:val="00267E18"/>
    <w:rsid w:val="00284AF3"/>
    <w:rsid w:val="00296DC2"/>
    <w:rsid w:val="002A6876"/>
    <w:rsid w:val="002A6AEA"/>
    <w:rsid w:val="002B5243"/>
    <w:rsid w:val="002C31BF"/>
    <w:rsid w:val="002E046A"/>
    <w:rsid w:val="002E0CD7"/>
    <w:rsid w:val="002E24E1"/>
    <w:rsid w:val="002E2B08"/>
    <w:rsid w:val="002F170F"/>
    <w:rsid w:val="002F52DB"/>
    <w:rsid w:val="002F5DA1"/>
    <w:rsid w:val="00306842"/>
    <w:rsid w:val="00315F75"/>
    <w:rsid w:val="00324E21"/>
    <w:rsid w:val="00327EEF"/>
    <w:rsid w:val="00332701"/>
    <w:rsid w:val="00334EE2"/>
    <w:rsid w:val="003354B5"/>
    <w:rsid w:val="0034719F"/>
    <w:rsid w:val="003571D8"/>
    <w:rsid w:val="00357BC6"/>
    <w:rsid w:val="00361422"/>
    <w:rsid w:val="0036461D"/>
    <w:rsid w:val="00370F99"/>
    <w:rsid w:val="003711E4"/>
    <w:rsid w:val="003712A0"/>
    <w:rsid w:val="00372215"/>
    <w:rsid w:val="00375218"/>
    <w:rsid w:val="00380150"/>
    <w:rsid w:val="003956C6"/>
    <w:rsid w:val="00397E9F"/>
    <w:rsid w:val="003A6208"/>
    <w:rsid w:val="003C180B"/>
    <w:rsid w:val="003D7F52"/>
    <w:rsid w:val="003E0DDA"/>
    <w:rsid w:val="003E4A4C"/>
    <w:rsid w:val="003E5FB7"/>
    <w:rsid w:val="003F56FA"/>
    <w:rsid w:val="0040211C"/>
    <w:rsid w:val="00413E5D"/>
    <w:rsid w:val="0042753C"/>
    <w:rsid w:val="00450F07"/>
    <w:rsid w:val="00453CD3"/>
    <w:rsid w:val="00454611"/>
    <w:rsid w:val="00460660"/>
    <w:rsid w:val="00486107"/>
    <w:rsid w:val="00491827"/>
    <w:rsid w:val="004A2007"/>
    <w:rsid w:val="004B0F3C"/>
    <w:rsid w:val="004B13E1"/>
    <w:rsid w:val="004B5CD0"/>
    <w:rsid w:val="004C126B"/>
    <w:rsid w:val="004C2347"/>
    <w:rsid w:val="004C4399"/>
    <w:rsid w:val="004C6678"/>
    <w:rsid w:val="004C787C"/>
    <w:rsid w:val="004D2143"/>
    <w:rsid w:val="004D523E"/>
    <w:rsid w:val="004D7468"/>
    <w:rsid w:val="004E0229"/>
    <w:rsid w:val="004E1D96"/>
    <w:rsid w:val="004E7A1F"/>
    <w:rsid w:val="004F4B9B"/>
    <w:rsid w:val="005011A5"/>
    <w:rsid w:val="00511AB9"/>
    <w:rsid w:val="00523BB5"/>
    <w:rsid w:val="00523EA7"/>
    <w:rsid w:val="00524EA9"/>
    <w:rsid w:val="00534019"/>
    <w:rsid w:val="005406EB"/>
    <w:rsid w:val="00553375"/>
    <w:rsid w:val="00560127"/>
    <w:rsid w:val="00562CC0"/>
    <w:rsid w:val="0056654C"/>
    <w:rsid w:val="005702D6"/>
    <w:rsid w:val="005736B7"/>
    <w:rsid w:val="005748DF"/>
    <w:rsid w:val="00575E5A"/>
    <w:rsid w:val="0058667B"/>
    <w:rsid w:val="0059674A"/>
    <w:rsid w:val="005A3002"/>
    <w:rsid w:val="005A4944"/>
    <w:rsid w:val="005A50EB"/>
    <w:rsid w:val="005C0653"/>
    <w:rsid w:val="005C4CD2"/>
    <w:rsid w:val="005E24FC"/>
    <w:rsid w:val="005E7745"/>
    <w:rsid w:val="005F13BD"/>
    <w:rsid w:val="00607F15"/>
    <w:rsid w:val="0061068E"/>
    <w:rsid w:val="00612482"/>
    <w:rsid w:val="00613A7F"/>
    <w:rsid w:val="00624873"/>
    <w:rsid w:val="00632045"/>
    <w:rsid w:val="00634118"/>
    <w:rsid w:val="00636285"/>
    <w:rsid w:val="006411CB"/>
    <w:rsid w:val="00651339"/>
    <w:rsid w:val="0065793A"/>
    <w:rsid w:val="00660AD3"/>
    <w:rsid w:val="006626CF"/>
    <w:rsid w:val="006658AB"/>
    <w:rsid w:val="0067412D"/>
    <w:rsid w:val="0068368B"/>
    <w:rsid w:val="006945DE"/>
    <w:rsid w:val="00695179"/>
    <w:rsid w:val="00695367"/>
    <w:rsid w:val="0069668E"/>
    <w:rsid w:val="006A1CEF"/>
    <w:rsid w:val="006A5570"/>
    <w:rsid w:val="006A689C"/>
    <w:rsid w:val="006B3D79"/>
    <w:rsid w:val="006C04E1"/>
    <w:rsid w:val="006C2265"/>
    <w:rsid w:val="006D0C5B"/>
    <w:rsid w:val="006E0578"/>
    <w:rsid w:val="006E2C96"/>
    <w:rsid w:val="006E314D"/>
    <w:rsid w:val="00702E81"/>
    <w:rsid w:val="00710723"/>
    <w:rsid w:val="0071113A"/>
    <w:rsid w:val="00717537"/>
    <w:rsid w:val="00720768"/>
    <w:rsid w:val="007228B0"/>
    <w:rsid w:val="00723ED1"/>
    <w:rsid w:val="00725111"/>
    <w:rsid w:val="00742F51"/>
    <w:rsid w:val="00743525"/>
    <w:rsid w:val="00746685"/>
    <w:rsid w:val="0076286B"/>
    <w:rsid w:val="00766846"/>
    <w:rsid w:val="0077673A"/>
    <w:rsid w:val="00783069"/>
    <w:rsid w:val="007846E1"/>
    <w:rsid w:val="007852EC"/>
    <w:rsid w:val="007853DE"/>
    <w:rsid w:val="00793050"/>
    <w:rsid w:val="007A2EDF"/>
    <w:rsid w:val="007B570C"/>
    <w:rsid w:val="007B7568"/>
    <w:rsid w:val="007D7419"/>
    <w:rsid w:val="007E048F"/>
    <w:rsid w:val="007E1DF9"/>
    <w:rsid w:val="007E2D69"/>
    <w:rsid w:val="007E3354"/>
    <w:rsid w:val="007E4A6E"/>
    <w:rsid w:val="007E70A0"/>
    <w:rsid w:val="007F56A7"/>
    <w:rsid w:val="007F6566"/>
    <w:rsid w:val="007F731E"/>
    <w:rsid w:val="0080101E"/>
    <w:rsid w:val="00807093"/>
    <w:rsid w:val="008072DD"/>
    <w:rsid w:val="00807DD0"/>
    <w:rsid w:val="008112DB"/>
    <w:rsid w:val="0081145E"/>
    <w:rsid w:val="0081206E"/>
    <w:rsid w:val="008201C7"/>
    <w:rsid w:val="008254BC"/>
    <w:rsid w:val="008272EC"/>
    <w:rsid w:val="00852590"/>
    <w:rsid w:val="00856571"/>
    <w:rsid w:val="00856E91"/>
    <w:rsid w:val="00857257"/>
    <w:rsid w:val="00865F35"/>
    <w:rsid w:val="0086615B"/>
    <w:rsid w:val="00873F17"/>
    <w:rsid w:val="00891AFF"/>
    <w:rsid w:val="00895BBB"/>
    <w:rsid w:val="008A336A"/>
    <w:rsid w:val="008A3568"/>
    <w:rsid w:val="008A5CDC"/>
    <w:rsid w:val="008B0EB7"/>
    <w:rsid w:val="008C4BAD"/>
    <w:rsid w:val="008D03B9"/>
    <w:rsid w:val="008E2522"/>
    <w:rsid w:val="008F18D6"/>
    <w:rsid w:val="00904780"/>
    <w:rsid w:val="00906BD7"/>
    <w:rsid w:val="00922385"/>
    <w:rsid w:val="009223DF"/>
    <w:rsid w:val="00935415"/>
    <w:rsid w:val="00936091"/>
    <w:rsid w:val="00940D8A"/>
    <w:rsid w:val="00946AE9"/>
    <w:rsid w:val="00946F6C"/>
    <w:rsid w:val="00961FBA"/>
    <w:rsid w:val="00962258"/>
    <w:rsid w:val="009678B7"/>
    <w:rsid w:val="00970B5A"/>
    <w:rsid w:val="00980542"/>
    <w:rsid w:val="00981224"/>
    <w:rsid w:val="00983ABD"/>
    <w:rsid w:val="00984503"/>
    <w:rsid w:val="00984C4A"/>
    <w:rsid w:val="00992D9C"/>
    <w:rsid w:val="00996CB8"/>
    <w:rsid w:val="009A5CF7"/>
    <w:rsid w:val="009B042B"/>
    <w:rsid w:val="009B0606"/>
    <w:rsid w:val="009B1DDE"/>
    <w:rsid w:val="009B2E97"/>
    <w:rsid w:val="009C442C"/>
    <w:rsid w:val="009E07F4"/>
    <w:rsid w:val="009F309B"/>
    <w:rsid w:val="009F3142"/>
    <w:rsid w:val="009F392E"/>
    <w:rsid w:val="00A05B13"/>
    <w:rsid w:val="00A12CC9"/>
    <w:rsid w:val="00A2240C"/>
    <w:rsid w:val="00A267AB"/>
    <w:rsid w:val="00A34C78"/>
    <w:rsid w:val="00A500EA"/>
    <w:rsid w:val="00A50641"/>
    <w:rsid w:val="00A530BF"/>
    <w:rsid w:val="00A6177B"/>
    <w:rsid w:val="00A62674"/>
    <w:rsid w:val="00A65E89"/>
    <w:rsid w:val="00A66136"/>
    <w:rsid w:val="00A670F9"/>
    <w:rsid w:val="00A71189"/>
    <w:rsid w:val="00A753ED"/>
    <w:rsid w:val="00A80823"/>
    <w:rsid w:val="00A94C2F"/>
    <w:rsid w:val="00AA25E6"/>
    <w:rsid w:val="00AA4CBB"/>
    <w:rsid w:val="00AA4DA0"/>
    <w:rsid w:val="00AA65FA"/>
    <w:rsid w:val="00AA7351"/>
    <w:rsid w:val="00AC24E4"/>
    <w:rsid w:val="00AC27FB"/>
    <w:rsid w:val="00AD056F"/>
    <w:rsid w:val="00AD57C8"/>
    <w:rsid w:val="00AD6731"/>
    <w:rsid w:val="00AF7AD7"/>
    <w:rsid w:val="00B008D5"/>
    <w:rsid w:val="00B01462"/>
    <w:rsid w:val="00B057BE"/>
    <w:rsid w:val="00B06145"/>
    <w:rsid w:val="00B15A8D"/>
    <w:rsid w:val="00B15D0D"/>
    <w:rsid w:val="00B211EF"/>
    <w:rsid w:val="00B2400B"/>
    <w:rsid w:val="00B2530B"/>
    <w:rsid w:val="00B34218"/>
    <w:rsid w:val="00B3661A"/>
    <w:rsid w:val="00B43E7D"/>
    <w:rsid w:val="00B75D2B"/>
    <w:rsid w:val="00B75EE1"/>
    <w:rsid w:val="00B77481"/>
    <w:rsid w:val="00B80568"/>
    <w:rsid w:val="00B8518B"/>
    <w:rsid w:val="00B86B7C"/>
    <w:rsid w:val="00B91654"/>
    <w:rsid w:val="00BA0376"/>
    <w:rsid w:val="00BA20AC"/>
    <w:rsid w:val="00BA4B10"/>
    <w:rsid w:val="00BA5A75"/>
    <w:rsid w:val="00BC260A"/>
    <w:rsid w:val="00BD230A"/>
    <w:rsid w:val="00BD7358"/>
    <w:rsid w:val="00BD7E91"/>
    <w:rsid w:val="00BD7F0D"/>
    <w:rsid w:val="00BE2506"/>
    <w:rsid w:val="00BF323B"/>
    <w:rsid w:val="00BF4756"/>
    <w:rsid w:val="00C02D0A"/>
    <w:rsid w:val="00C03A6E"/>
    <w:rsid w:val="00C12C97"/>
    <w:rsid w:val="00C207B8"/>
    <w:rsid w:val="00C233B5"/>
    <w:rsid w:val="00C30C0F"/>
    <w:rsid w:val="00C3606B"/>
    <w:rsid w:val="00C420CA"/>
    <w:rsid w:val="00C44F6A"/>
    <w:rsid w:val="00C54743"/>
    <w:rsid w:val="00C55138"/>
    <w:rsid w:val="00C60FA1"/>
    <w:rsid w:val="00C6198E"/>
    <w:rsid w:val="00C778A5"/>
    <w:rsid w:val="00C8075A"/>
    <w:rsid w:val="00C90987"/>
    <w:rsid w:val="00C95162"/>
    <w:rsid w:val="00CA59E7"/>
    <w:rsid w:val="00CA5F95"/>
    <w:rsid w:val="00CB10D4"/>
    <w:rsid w:val="00CC1ABB"/>
    <w:rsid w:val="00CC4705"/>
    <w:rsid w:val="00CD1FC4"/>
    <w:rsid w:val="00CD3E6B"/>
    <w:rsid w:val="00CD6247"/>
    <w:rsid w:val="00CD64CF"/>
    <w:rsid w:val="00CD7B19"/>
    <w:rsid w:val="00D015F4"/>
    <w:rsid w:val="00D034A0"/>
    <w:rsid w:val="00D21061"/>
    <w:rsid w:val="00D239DB"/>
    <w:rsid w:val="00D241A4"/>
    <w:rsid w:val="00D2607F"/>
    <w:rsid w:val="00D4108E"/>
    <w:rsid w:val="00D6163D"/>
    <w:rsid w:val="00D64AC7"/>
    <w:rsid w:val="00D70D53"/>
    <w:rsid w:val="00D775C0"/>
    <w:rsid w:val="00D831A3"/>
    <w:rsid w:val="00D96037"/>
    <w:rsid w:val="00D9686E"/>
    <w:rsid w:val="00DA2D31"/>
    <w:rsid w:val="00DA3711"/>
    <w:rsid w:val="00DD1211"/>
    <w:rsid w:val="00DD28CC"/>
    <w:rsid w:val="00DD46F3"/>
    <w:rsid w:val="00DE4019"/>
    <w:rsid w:val="00DE56F2"/>
    <w:rsid w:val="00DE68D5"/>
    <w:rsid w:val="00DF116D"/>
    <w:rsid w:val="00DF1887"/>
    <w:rsid w:val="00DF4901"/>
    <w:rsid w:val="00E03AA6"/>
    <w:rsid w:val="00E1013A"/>
    <w:rsid w:val="00E1528E"/>
    <w:rsid w:val="00E1762B"/>
    <w:rsid w:val="00E1776D"/>
    <w:rsid w:val="00E218B5"/>
    <w:rsid w:val="00E2667D"/>
    <w:rsid w:val="00E55D97"/>
    <w:rsid w:val="00E762E9"/>
    <w:rsid w:val="00E95EA4"/>
    <w:rsid w:val="00EA4DE4"/>
    <w:rsid w:val="00EB104F"/>
    <w:rsid w:val="00EB2B45"/>
    <w:rsid w:val="00EC114B"/>
    <w:rsid w:val="00EC3320"/>
    <w:rsid w:val="00ED14BD"/>
    <w:rsid w:val="00ED2004"/>
    <w:rsid w:val="00ED31DF"/>
    <w:rsid w:val="00EE193F"/>
    <w:rsid w:val="00EE6572"/>
    <w:rsid w:val="00F0092E"/>
    <w:rsid w:val="00F01587"/>
    <w:rsid w:val="00F016C7"/>
    <w:rsid w:val="00F12DEC"/>
    <w:rsid w:val="00F1715C"/>
    <w:rsid w:val="00F27FF1"/>
    <w:rsid w:val="00F310F8"/>
    <w:rsid w:val="00F32590"/>
    <w:rsid w:val="00F35617"/>
    <w:rsid w:val="00F35939"/>
    <w:rsid w:val="00F37282"/>
    <w:rsid w:val="00F37A56"/>
    <w:rsid w:val="00F45607"/>
    <w:rsid w:val="00F53137"/>
    <w:rsid w:val="00F54FEF"/>
    <w:rsid w:val="00F659EB"/>
    <w:rsid w:val="00F813AF"/>
    <w:rsid w:val="00F8233B"/>
    <w:rsid w:val="00F86BA6"/>
    <w:rsid w:val="00F91A51"/>
    <w:rsid w:val="00F92868"/>
    <w:rsid w:val="00F9788F"/>
    <w:rsid w:val="00FA11C7"/>
    <w:rsid w:val="00FA1C30"/>
    <w:rsid w:val="00FA26A7"/>
    <w:rsid w:val="00FB18A3"/>
    <w:rsid w:val="00FB6342"/>
    <w:rsid w:val="00FC0AF0"/>
    <w:rsid w:val="00FC6389"/>
    <w:rsid w:val="00FD0687"/>
    <w:rsid w:val="00FD1213"/>
    <w:rsid w:val="00FE586E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F18A2"/>
  <w14:defaultImageDpi w14:val="32767"/>
  <w15:docId w15:val="{4B620F82-BD66-48F0-8B75-C7D074F25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336A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370F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0F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0F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0F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0F99"/>
    <w:rPr>
      <w:b/>
      <w:bCs/>
      <w:sz w:val="20"/>
      <w:szCs w:val="20"/>
    </w:rPr>
  </w:style>
  <w:style w:type="character" w:customStyle="1" w:styleId="FontStyle38">
    <w:name w:val="Font Style38"/>
    <w:uiPriority w:val="99"/>
    <w:rsid w:val="00E2667D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E2F847A-C387-4281-8E1F-5677AE2672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Sklady_PHM_ZTP_příloha_č_2(Správa_železnic).dotx</Template>
  <TotalTime>545</TotalTime>
  <Pages>6</Pages>
  <Words>1971</Words>
  <Characters>11629</Characters>
  <Application>Microsoft Office Word</Application>
  <DocSecurity>0</DocSecurity>
  <Lines>96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13573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33</cp:revision>
  <cp:lastPrinted>2023-06-12T06:14:00Z</cp:lastPrinted>
  <dcterms:created xsi:type="dcterms:W3CDTF">2023-06-11T07:43:00Z</dcterms:created>
  <dcterms:modified xsi:type="dcterms:W3CDTF">2023-07-04T05:09:00Z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